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96EB0" w14:textId="021CA59D" w:rsidR="00FA1CFA" w:rsidRPr="00C85FFD" w:rsidRDefault="00FA1CFA" w:rsidP="00E17713">
      <w:pPr>
        <w:keepNext/>
        <w:keepLines/>
        <w:spacing w:after="0"/>
        <w:jc w:val="right"/>
        <w:outlineLvl w:val="1"/>
        <w:rPr>
          <w:rFonts w:ascii="Arial" w:hAnsi="Arial" w:cs="Cambria"/>
          <w:b/>
          <w:bCs/>
          <w:color w:val="0F243E" w:themeColor="text2" w:themeShade="80"/>
          <w:lang w:eastAsia="pl-PL"/>
        </w:rPr>
      </w:pPr>
      <w:r w:rsidRPr="00C85FFD">
        <w:rPr>
          <w:rFonts w:ascii="Arial" w:hAnsi="Arial" w:cs="Cambria"/>
          <w:b/>
          <w:bCs/>
          <w:color w:val="0F243E" w:themeColor="text2" w:themeShade="80"/>
          <w:lang w:eastAsia="pl-PL"/>
        </w:rPr>
        <w:t>ZAŁĄCZNIK NR 3 – Wzór umowy</w:t>
      </w:r>
    </w:p>
    <w:p w14:paraId="0203F2FC" w14:textId="77777777" w:rsidR="00F63190" w:rsidRPr="00C85FFD" w:rsidRDefault="00F63190" w:rsidP="00E17713">
      <w:pPr>
        <w:tabs>
          <w:tab w:val="left" w:pos="567"/>
        </w:tabs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C85FFD">
        <w:rPr>
          <w:rFonts w:ascii="Arial" w:hAnsi="Arial" w:cs="Arial"/>
          <w:b/>
          <w:color w:val="0F243E" w:themeColor="text2" w:themeShade="80"/>
          <w:lang w:eastAsia="pl-PL"/>
        </w:rPr>
        <w:t>UMOWA NR ………………..</w:t>
      </w:r>
    </w:p>
    <w:p w14:paraId="6C8D4F0A" w14:textId="77777777" w:rsidR="00F63190" w:rsidRPr="00C85FFD" w:rsidRDefault="00F63190" w:rsidP="00E17713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                                          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zawarta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r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>. pomiędzy:</w:t>
      </w:r>
    </w:p>
    <w:p w14:paraId="041E13E5" w14:textId="77777777" w:rsidR="00F63190" w:rsidRPr="00C85FFD" w:rsidRDefault="00F63190" w:rsidP="00E17713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0EDF9E8" w14:textId="77777777" w:rsidR="00F63190" w:rsidRPr="00C85FFD" w:rsidRDefault="00FA1CFA" w:rsidP="00E17713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Skarbem Państwa - Regionalnym Dyrektorem</w:t>
      </w:r>
      <w:r w:rsidR="00F63190" w:rsidRPr="00C85FFD">
        <w:rPr>
          <w:rFonts w:ascii="Arial" w:hAnsi="Arial" w:cs="Arial"/>
          <w:color w:val="0F243E" w:themeColor="text2" w:themeShade="80"/>
          <w:lang w:eastAsia="pl-PL"/>
        </w:rPr>
        <w:t xml:space="preserve"> Ochrony Środowiska w Gdańsku, </w:t>
      </w:r>
      <w:r w:rsidR="00F63190" w:rsidRPr="00C85FFD">
        <w:rPr>
          <w:rFonts w:ascii="Arial" w:hAnsi="Arial" w:cs="Arial"/>
          <w:color w:val="0F243E" w:themeColor="text2" w:themeShade="80"/>
          <w:lang w:eastAsia="pl-PL"/>
        </w:rPr>
        <w:br/>
        <w:t xml:space="preserve">ul. Chmielna 54/57, 80-748 Gdańsk NIP 583-304-72-93, REGON 22-07-00-750, </w:t>
      </w:r>
    </w:p>
    <w:p w14:paraId="1498F839" w14:textId="77777777" w:rsidR="00F63190" w:rsidRPr="00C85FFD" w:rsidRDefault="00F63190" w:rsidP="00E17713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reprezentowanym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przez:</w:t>
      </w:r>
    </w:p>
    <w:p w14:paraId="4B776C5C" w14:textId="77777777" w:rsidR="00F63190" w:rsidRPr="00C85FFD" w:rsidRDefault="00F63190" w:rsidP="00E17713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………………………………………............................................................................................., </w:t>
      </w:r>
    </w:p>
    <w:p w14:paraId="3F84F477" w14:textId="77777777" w:rsidR="00F63190" w:rsidRPr="00C85FFD" w:rsidRDefault="00F63190" w:rsidP="00E17713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zwanym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dalej</w:t>
      </w:r>
      <w:r w:rsidRPr="00C85FFD">
        <w:rPr>
          <w:rFonts w:ascii="Arial" w:hAnsi="Arial" w:cs="Arial"/>
          <w:b/>
          <w:color w:val="0F243E" w:themeColor="text2" w:themeShade="80"/>
          <w:lang w:eastAsia="pl-PL"/>
        </w:rPr>
        <w:t xml:space="preserve"> </w:t>
      </w:r>
      <w:r w:rsidRPr="00C85FFD">
        <w:rPr>
          <w:rFonts w:ascii="Arial" w:hAnsi="Arial" w:cs="Arial"/>
          <w:color w:val="0F243E" w:themeColor="text2" w:themeShade="80"/>
          <w:lang w:eastAsia="pl-PL"/>
        </w:rPr>
        <w:t>„Zamawiającym”,</w:t>
      </w:r>
    </w:p>
    <w:p w14:paraId="6AA35A69" w14:textId="77777777" w:rsidR="00F63190" w:rsidRPr="00C85FFD" w:rsidRDefault="00F63190" w:rsidP="00E17713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a</w:t>
      </w:r>
      <w:proofErr w:type="gramEnd"/>
    </w:p>
    <w:p w14:paraId="17D05E8A" w14:textId="77777777" w:rsidR="00F63190" w:rsidRPr="00C85FFD" w:rsidRDefault="00F63190" w:rsidP="00E17713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……………………………………………………………………………………………………………</w:t>
      </w:r>
    </w:p>
    <w:p w14:paraId="2FC7994B" w14:textId="77777777" w:rsidR="00F63190" w:rsidRPr="00C85FFD" w:rsidRDefault="00F63190" w:rsidP="00E17713">
      <w:pPr>
        <w:spacing w:after="0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zwanym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dalej „Wykonawcą”, reprezentowanym przez: …………………………………………..........................................................................................</w:t>
      </w:r>
    </w:p>
    <w:p w14:paraId="17509ED3" w14:textId="77777777" w:rsidR="00F63190" w:rsidRPr="00C85FFD" w:rsidRDefault="00F63190" w:rsidP="00E17713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zaś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wspólnie zwanymi dalej </w:t>
      </w:r>
      <w:r w:rsidRPr="00C85FFD">
        <w:rPr>
          <w:rFonts w:ascii="Arial" w:hAnsi="Arial" w:cs="Arial"/>
          <w:bCs/>
          <w:color w:val="0F243E" w:themeColor="text2" w:themeShade="80"/>
          <w:lang w:eastAsia="pl-PL"/>
        </w:rPr>
        <w:t>„Stronami”,</w:t>
      </w: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14:paraId="0AE9D08F" w14:textId="77777777" w:rsidR="00710410" w:rsidRPr="00C85FFD" w:rsidRDefault="00F63190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została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zawarta umowa o następującej treści</w:t>
      </w:r>
      <w:r w:rsidRPr="00C85FFD">
        <w:rPr>
          <w:rFonts w:ascii="Arial" w:eastAsia="Calibri" w:hAnsi="Arial" w:cs="Arial"/>
          <w:color w:val="0F243E" w:themeColor="text2" w:themeShade="80"/>
        </w:rPr>
        <w:t xml:space="preserve"> (zwana dalej: „Umową”):</w:t>
      </w:r>
    </w:p>
    <w:p w14:paraId="46F2B180" w14:textId="77777777" w:rsidR="00664DA1" w:rsidRPr="00C85FFD" w:rsidRDefault="00664DA1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67905423" w14:textId="14BC024D" w:rsidR="00664DA1" w:rsidRDefault="00CC3F14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PRZEDMIOT UMOWY</w:t>
      </w:r>
    </w:p>
    <w:p w14:paraId="0BB0F4C1" w14:textId="1EAA4D1B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1</w:t>
      </w:r>
    </w:p>
    <w:p w14:paraId="26F8BE59" w14:textId="0D11C7CC" w:rsidR="00B32EA6" w:rsidRPr="00C85FFD" w:rsidRDefault="000C2890" w:rsidP="00E17713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zobowiązuje się do wykonania usługi w zakresie kompleksowego </w:t>
      </w:r>
      <w:r w:rsidR="00B32EA6" w:rsidRPr="00C85FFD">
        <w:rPr>
          <w:rFonts w:ascii="Arial" w:hAnsi="Arial" w:cs="Arial"/>
          <w:bCs/>
          <w:color w:val="0F243E" w:themeColor="text2" w:themeShade="80"/>
        </w:rPr>
        <w:t xml:space="preserve">utrzymania czystości </w:t>
      </w:r>
      <w:r w:rsidR="007B6FB1" w:rsidRPr="00C85FFD">
        <w:rPr>
          <w:rFonts w:ascii="Arial" w:hAnsi="Arial" w:cs="Arial"/>
          <w:bCs/>
          <w:color w:val="0F243E" w:themeColor="text2" w:themeShade="80"/>
        </w:rPr>
        <w:t>w Zespole Terenowym Regionalnej Dyrekcji Ochrony Środowiska w Gdańsku, ul. 8 Marca 3, 83-425 Dziemiany</w:t>
      </w:r>
      <w:r w:rsidR="006C4700" w:rsidRPr="00C85FFD">
        <w:rPr>
          <w:rFonts w:ascii="Arial" w:hAnsi="Arial" w:cs="Arial"/>
          <w:bCs/>
          <w:color w:val="0F243E" w:themeColor="text2" w:themeShade="80"/>
        </w:rPr>
        <w:t>,</w:t>
      </w:r>
      <w:r w:rsidRPr="00C85FFD">
        <w:rPr>
          <w:rFonts w:ascii="Arial" w:hAnsi="Arial" w:cs="Arial"/>
          <w:color w:val="0F243E" w:themeColor="text2" w:themeShade="80"/>
        </w:rPr>
        <w:t xml:space="preserve"> w zakresie określonym w Załączniku nr 1 do umowy. </w:t>
      </w:r>
    </w:p>
    <w:p w14:paraId="2FAB2AEF" w14:textId="77777777" w:rsidR="00710410" w:rsidRPr="00C85FFD" w:rsidRDefault="00FA1CFA" w:rsidP="00E17713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Zakres przedmiotu umowy obejmuje</w:t>
      </w:r>
      <w:r w:rsidR="00710410" w:rsidRPr="00C85FFD">
        <w:rPr>
          <w:rFonts w:ascii="Arial" w:hAnsi="Arial" w:cs="Arial"/>
          <w:color w:val="0F243E" w:themeColor="text2" w:themeShade="80"/>
        </w:rPr>
        <w:t>:</w:t>
      </w:r>
    </w:p>
    <w:p w14:paraId="549ADB0E" w14:textId="7FE2AD74" w:rsidR="00664DA1" w:rsidRPr="00C85FFD" w:rsidRDefault="00664DA1" w:rsidP="00E17713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utrzymanie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czystości z zachowaniem norm sani</w:t>
      </w:r>
      <w:r w:rsidR="00FA1CFA" w:rsidRPr="00C85FFD">
        <w:rPr>
          <w:rFonts w:ascii="Arial" w:hAnsi="Arial" w:cs="Arial"/>
          <w:color w:val="0F243E" w:themeColor="text2" w:themeShade="80"/>
        </w:rPr>
        <w:t>tarnych</w:t>
      </w:r>
      <w:r w:rsidR="007B6FB1" w:rsidRPr="00C85FFD">
        <w:rPr>
          <w:rFonts w:ascii="Arial" w:hAnsi="Arial" w:cs="Arial"/>
          <w:color w:val="0F243E" w:themeColor="text2" w:themeShade="80"/>
        </w:rPr>
        <w:t xml:space="preserve"> w </w:t>
      </w:r>
      <w:r w:rsidRPr="00C85FFD">
        <w:rPr>
          <w:rFonts w:ascii="Arial" w:hAnsi="Arial" w:cs="Arial"/>
          <w:color w:val="0F243E" w:themeColor="text2" w:themeShade="80"/>
        </w:rPr>
        <w:t>pomieszczeniach</w:t>
      </w:r>
      <w:r w:rsidR="003C1F83" w:rsidRPr="00C85FFD">
        <w:rPr>
          <w:rFonts w:ascii="Arial" w:hAnsi="Arial" w:cs="Arial"/>
          <w:color w:val="0F243E" w:themeColor="text2" w:themeShade="80"/>
        </w:rPr>
        <w:t xml:space="preserve"> i ciągach komunikacyjnych</w:t>
      </w:r>
      <w:r w:rsidR="00FA1CFA" w:rsidRPr="00C85FFD">
        <w:rPr>
          <w:rFonts w:ascii="Arial" w:hAnsi="Arial" w:cs="Arial"/>
          <w:color w:val="0F243E" w:themeColor="text2" w:themeShade="80"/>
        </w:rPr>
        <w:t xml:space="preserve"> </w:t>
      </w:r>
      <w:r w:rsidRPr="00C85FFD">
        <w:rPr>
          <w:rFonts w:ascii="Arial" w:hAnsi="Arial" w:cs="Arial"/>
          <w:color w:val="0F243E" w:themeColor="text2" w:themeShade="80"/>
        </w:rPr>
        <w:t xml:space="preserve">przy użyciu własnego sprzętu, materiałów eksploatacyjnych oraz środków czystości, </w:t>
      </w:r>
    </w:p>
    <w:p w14:paraId="53D285D2" w14:textId="77777777" w:rsidR="00664DA1" w:rsidRPr="00C85FFD" w:rsidRDefault="00C306BF" w:rsidP="00E17713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dosta</w:t>
      </w:r>
      <w:r w:rsidR="00B32EA6" w:rsidRPr="00C85FFD">
        <w:rPr>
          <w:rFonts w:ascii="Arial" w:hAnsi="Arial" w:cs="Arial"/>
          <w:color w:val="0F243E" w:themeColor="text2" w:themeShade="80"/>
        </w:rPr>
        <w:t>wy</w:t>
      </w:r>
      <w:proofErr w:type="gramEnd"/>
      <w:r w:rsidR="00B32EA6" w:rsidRPr="00C85FFD">
        <w:rPr>
          <w:rFonts w:ascii="Arial" w:hAnsi="Arial" w:cs="Arial"/>
          <w:color w:val="0F243E" w:themeColor="text2" w:themeShade="80"/>
        </w:rPr>
        <w:t xml:space="preserve"> na własny koszt oraz uzupełnianie</w:t>
      </w:r>
      <w:r w:rsidRPr="00C85FFD">
        <w:rPr>
          <w:rFonts w:ascii="Arial" w:hAnsi="Arial" w:cs="Arial"/>
          <w:color w:val="0F243E" w:themeColor="text2" w:themeShade="80"/>
        </w:rPr>
        <w:t xml:space="preserve"> artykułów hig</w:t>
      </w:r>
      <w:r w:rsidR="00B32EA6" w:rsidRPr="00C85FFD">
        <w:rPr>
          <w:rFonts w:ascii="Arial" w:hAnsi="Arial" w:cs="Arial"/>
          <w:color w:val="0F243E" w:themeColor="text2" w:themeShade="80"/>
        </w:rPr>
        <w:t>ieniczno-sanitarnych</w:t>
      </w:r>
      <w:r w:rsidR="00D3437A" w:rsidRPr="00C85FFD">
        <w:rPr>
          <w:rFonts w:ascii="Arial" w:hAnsi="Arial" w:cs="Arial"/>
          <w:color w:val="0F243E" w:themeColor="text2" w:themeShade="80"/>
        </w:rPr>
        <w:t xml:space="preserve">, </w:t>
      </w:r>
      <w:r w:rsidR="00B32EA6" w:rsidRPr="00C85FFD">
        <w:rPr>
          <w:rFonts w:ascii="Arial" w:hAnsi="Arial" w:cs="Arial"/>
          <w:color w:val="0F243E" w:themeColor="text2" w:themeShade="80"/>
        </w:rPr>
        <w:br/>
        <w:t>w pomieszczeniach sanitarnych i socjalnych</w:t>
      </w:r>
      <w:r w:rsidR="00664DA1" w:rsidRPr="00C85FFD">
        <w:rPr>
          <w:rFonts w:ascii="Arial" w:hAnsi="Arial" w:cs="Arial"/>
          <w:color w:val="0F243E" w:themeColor="text2" w:themeShade="80"/>
        </w:rPr>
        <w:t>,</w:t>
      </w:r>
    </w:p>
    <w:p w14:paraId="4E64AC0B" w14:textId="77777777" w:rsidR="00B32EA6" w:rsidRPr="00C85FFD" w:rsidRDefault="00B32EA6" w:rsidP="00E17713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okresowe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mycie okien własnym sprzętem i środkami.</w:t>
      </w:r>
    </w:p>
    <w:p w14:paraId="07290B46" w14:textId="435EFF5F" w:rsidR="0077607E" w:rsidRPr="00C85FFD" w:rsidRDefault="0077607E" w:rsidP="00E17713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Wykonawca będzie wykonywał przedmiot umowy we wszy</w:t>
      </w:r>
      <w:r w:rsidR="00987599" w:rsidRPr="00C85FFD">
        <w:rPr>
          <w:rFonts w:ascii="Arial" w:hAnsi="Arial" w:cs="Arial"/>
          <w:color w:val="0F243E" w:themeColor="text2" w:themeShade="80"/>
        </w:rPr>
        <w:t>stkie dni robocze Zamawiającego (od poniedziałku do piątku)</w:t>
      </w:r>
      <w:r w:rsidRPr="00C85FFD">
        <w:rPr>
          <w:rFonts w:ascii="Arial" w:hAnsi="Arial" w:cs="Arial"/>
          <w:color w:val="0F243E" w:themeColor="text2" w:themeShade="80"/>
        </w:rPr>
        <w:t xml:space="preserve"> </w:t>
      </w:r>
      <w:r w:rsidR="00987599" w:rsidRPr="00C85FFD">
        <w:rPr>
          <w:rFonts w:ascii="Arial" w:hAnsi="Arial" w:cs="Arial"/>
          <w:color w:val="0F243E" w:themeColor="text2" w:themeShade="80"/>
        </w:rPr>
        <w:t>od godziny 1</w:t>
      </w:r>
      <w:r w:rsidR="003C1F83" w:rsidRPr="00C85FFD">
        <w:rPr>
          <w:rFonts w:ascii="Arial" w:hAnsi="Arial" w:cs="Arial"/>
          <w:color w:val="0F243E" w:themeColor="text2" w:themeShade="80"/>
        </w:rPr>
        <w:t>5</w:t>
      </w:r>
      <w:r w:rsidR="00987599" w:rsidRPr="00C85FFD">
        <w:rPr>
          <w:rFonts w:ascii="Arial" w:hAnsi="Arial" w:cs="Arial"/>
          <w:color w:val="0F243E" w:themeColor="text2" w:themeShade="80"/>
        </w:rPr>
        <w:t>:</w:t>
      </w:r>
      <w:r w:rsidR="003C1F83" w:rsidRPr="00C85FFD">
        <w:rPr>
          <w:rFonts w:ascii="Arial" w:hAnsi="Arial" w:cs="Arial"/>
          <w:color w:val="0F243E" w:themeColor="text2" w:themeShade="80"/>
        </w:rPr>
        <w:t>45</w:t>
      </w:r>
      <w:r w:rsidR="00987599" w:rsidRPr="00C85FFD">
        <w:rPr>
          <w:rFonts w:ascii="Arial" w:hAnsi="Arial" w:cs="Arial"/>
          <w:color w:val="0F243E" w:themeColor="text2" w:themeShade="80"/>
        </w:rPr>
        <w:t>.</w:t>
      </w:r>
    </w:p>
    <w:p w14:paraId="4CA237C6" w14:textId="0FB59FA1" w:rsidR="00B32EA6" w:rsidRPr="00C85FFD" w:rsidRDefault="0005694E" w:rsidP="00E17713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Wykonawca </w:t>
      </w:r>
      <w:r w:rsidR="00E25B63" w:rsidRPr="00C85FFD">
        <w:rPr>
          <w:rFonts w:ascii="Arial" w:hAnsi="Arial" w:cs="Arial"/>
          <w:color w:val="0F243E" w:themeColor="text2" w:themeShade="80"/>
        </w:rPr>
        <w:t>z</w:t>
      </w:r>
      <w:r w:rsidRPr="00C85FFD">
        <w:rPr>
          <w:rFonts w:ascii="Arial" w:hAnsi="Arial" w:cs="Arial"/>
          <w:color w:val="0F243E" w:themeColor="text2" w:themeShade="80"/>
        </w:rPr>
        <w:t>obowiąz</w:t>
      </w:r>
      <w:r w:rsidR="00B32EA6" w:rsidRPr="00C85FFD">
        <w:rPr>
          <w:rFonts w:ascii="Arial" w:hAnsi="Arial" w:cs="Arial"/>
          <w:color w:val="0F243E" w:themeColor="text2" w:themeShade="80"/>
        </w:rPr>
        <w:t>uje</w:t>
      </w:r>
      <w:r w:rsidRPr="00C85FFD">
        <w:rPr>
          <w:rFonts w:ascii="Arial" w:hAnsi="Arial" w:cs="Arial"/>
          <w:color w:val="0F243E" w:themeColor="text2" w:themeShade="80"/>
        </w:rPr>
        <w:t xml:space="preserve"> </w:t>
      </w:r>
      <w:r w:rsidR="00B32EA6" w:rsidRPr="00C85FFD">
        <w:rPr>
          <w:rFonts w:ascii="Arial" w:hAnsi="Arial" w:cs="Arial"/>
          <w:color w:val="0F243E" w:themeColor="text2" w:themeShade="80"/>
        </w:rPr>
        <w:t>się</w:t>
      </w:r>
      <w:r w:rsidRPr="00C85FFD">
        <w:rPr>
          <w:rFonts w:ascii="Arial" w:hAnsi="Arial" w:cs="Arial"/>
          <w:color w:val="0F243E" w:themeColor="text2" w:themeShade="80"/>
        </w:rPr>
        <w:t xml:space="preserve"> </w:t>
      </w:r>
      <w:r w:rsidR="00E25B63" w:rsidRPr="00C85FFD">
        <w:rPr>
          <w:rFonts w:ascii="Arial" w:hAnsi="Arial" w:cs="Arial"/>
          <w:color w:val="0F243E" w:themeColor="text2" w:themeShade="80"/>
        </w:rPr>
        <w:t>do wykonywania przedmiotu umowy,</w:t>
      </w:r>
      <w:r w:rsidR="00B32EA6" w:rsidRPr="00C85FFD">
        <w:rPr>
          <w:rFonts w:ascii="Arial" w:hAnsi="Arial" w:cs="Arial"/>
          <w:color w:val="0F243E" w:themeColor="text2" w:themeShade="80"/>
        </w:rPr>
        <w:t xml:space="preserve"> zgodnie z załącznikiem nr 1 do umowy, stanowiącym jej integralną część, </w:t>
      </w:r>
      <w:r w:rsidR="00FB13DA" w:rsidRPr="00C85FFD">
        <w:rPr>
          <w:rFonts w:ascii="Arial" w:hAnsi="Arial" w:cs="Arial"/>
          <w:color w:val="0F243E" w:themeColor="text2" w:themeShade="80"/>
        </w:rPr>
        <w:t>zgodnie ze wskazaniami Zamawiającego, terminowo oraz</w:t>
      </w:r>
      <w:r w:rsidR="00DB0ED4" w:rsidRPr="00DB0ED4">
        <w:rPr>
          <w:rFonts w:ascii="Arial" w:hAnsi="Arial" w:cs="Arial"/>
          <w:color w:val="0F243E" w:themeColor="text2" w:themeShade="80"/>
        </w:rPr>
        <w:t xml:space="preserve"> </w:t>
      </w:r>
      <w:r w:rsidR="00DB0ED4">
        <w:rPr>
          <w:rFonts w:ascii="Arial" w:hAnsi="Arial" w:cs="Arial"/>
          <w:color w:val="0F243E" w:themeColor="text2" w:themeShade="80"/>
        </w:rPr>
        <w:t xml:space="preserve">z należytą starannością </w:t>
      </w:r>
      <w:proofErr w:type="gramStart"/>
      <w:r w:rsidR="00DB0ED4">
        <w:rPr>
          <w:rFonts w:ascii="Arial" w:hAnsi="Arial" w:cs="Arial"/>
          <w:color w:val="0F243E" w:themeColor="text2" w:themeShade="80"/>
        </w:rPr>
        <w:t xml:space="preserve">tj. </w:t>
      </w:r>
      <w:r w:rsidR="00FB13DA" w:rsidRPr="00C85FFD">
        <w:rPr>
          <w:rFonts w:ascii="Arial" w:hAnsi="Arial" w:cs="Arial"/>
          <w:color w:val="0F243E" w:themeColor="text2" w:themeShade="80"/>
        </w:rPr>
        <w:t xml:space="preserve"> </w:t>
      </w:r>
      <w:r w:rsidRPr="00C85FFD">
        <w:rPr>
          <w:rFonts w:ascii="Arial" w:hAnsi="Arial" w:cs="Arial"/>
          <w:color w:val="0F243E" w:themeColor="text2" w:themeShade="80"/>
        </w:rPr>
        <w:t>w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taki</w:t>
      </w:r>
      <w:r w:rsidR="00E17247" w:rsidRPr="00C85FFD">
        <w:rPr>
          <w:rFonts w:ascii="Arial" w:hAnsi="Arial" w:cs="Arial"/>
          <w:color w:val="0F243E" w:themeColor="text2" w:themeShade="80"/>
        </w:rPr>
        <w:t xml:space="preserve"> </w:t>
      </w:r>
      <w:r w:rsidRPr="00C85FFD">
        <w:rPr>
          <w:rFonts w:ascii="Arial" w:hAnsi="Arial" w:cs="Arial"/>
          <w:color w:val="0F243E" w:themeColor="text2" w:themeShade="80"/>
        </w:rPr>
        <w:t>sposób, aby usługa nie budziła żadnych zastrzeżeń, jak również nie doprowadziła do skarg osób trzecich</w:t>
      </w:r>
      <w:r w:rsidRPr="00C85FFD">
        <w:rPr>
          <w:color w:val="0F243E" w:themeColor="text2" w:themeShade="80"/>
        </w:rPr>
        <w:t>.</w:t>
      </w:r>
    </w:p>
    <w:p w14:paraId="06427B61" w14:textId="77777777" w:rsidR="00E25B63" w:rsidRPr="00C85FFD" w:rsidRDefault="00E25B63" w:rsidP="00E17713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Wykonawca oświadcza, że zapoznał się z wszelkimi </w:t>
      </w:r>
      <w:proofErr w:type="gramStart"/>
      <w:r w:rsidRPr="00C85FFD">
        <w:rPr>
          <w:rFonts w:ascii="Arial" w:hAnsi="Arial" w:cs="Arial"/>
          <w:color w:val="0F243E" w:themeColor="text2" w:themeShade="80"/>
        </w:rPr>
        <w:t>materiałami  niezbędnymi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do prawidłowego wykonywania umowy, jak również dokonał wizji lokalnej </w:t>
      </w:r>
      <w:proofErr w:type="gramStart"/>
      <w:r w:rsidRPr="00C85FFD">
        <w:rPr>
          <w:rFonts w:ascii="Arial" w:hAnsi="Arial" w:cs="Arial"/>
          <w:color w:val="0F243E" w:themeColor="text2" w:themeShade="80"/>
        </w:rPr>
        <w:t>obiektu  i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nie zgłasza zastrzeżeń.</w:t>
      </w:r>
    </w:p>
    <w:p w14:paraId="4579BE48" w14:textId="77777777" w:rsidR="00DB0ED4" w:rsidRPr="002F0EA3" w:rsidRDefault="00DB0ED4" w:rsidP="00DB0ED4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Wykonawca własnymi siłami wykona przedmiot umowy. Wykonawca nie wyraża zgody na podwykonawstwo.</w:t>
      </w:r>
    </w:p>
    <w:p w14:paraId="414A506C" w14:textId="609F4F4D" w:rsidR="00664DA1" w:rsidRDefault="00CC3F14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TERMIN REALIZACJI UMOWY</w:t>
      </w:r>
    </w:p>
    <w:p w14:paraId="5AB215D6" w14:textId="7CFC9CEA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2</w:t>
      </w:r>
    </w:p>
    <w:p w14:paraId="3BC3969D" w14:textId="0E911B81" w:rsidR="00C85FFD" w:rsidRDefault="002E162F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Niniejszą umowę</w:t>
      </w:r>
      <w:r w:rsidR="00710410" w:rsidRPr="00C85FFD">
        <w:rPr>
          <w:rFonts w:ascii="Arial" w:hAnsi="Arial" w:cs="Arial"/>
          <w:bCs/>
          <w:color w:val="0F243E" w:themeColor="text2" w:themeShade="80"/>
        </w:rPr>
        <w:t xml:space="preserve"> strony zawierają na czas określony od dnia </w:t>
      </w:r>
      <w:r w:rsidR="00710410" w:rsidRPr="00C85FFD">
        <w:rPr>
          <w:rFonts w:ascii="Arial" w:hAnsi="Arial" w:cs="Arial"/>
          <w:b/>
          <w:color w:val="0F243E" w:themeColor="text2" w:themeShade="80"/>
        </w:rPr>
        <w:t>0</w:t>
      </w:r>
      <w:r w:rsidR="00C85FFD">
        <w:rPr>
          <w:rFonts w:ascii="Arial" w:hAnsi="Arial" w:cs="Arial"/>
          <w:b/>
          <w:color w:val="0F243E" w:themeColor="text2" w:themeShade="80"/>
        </w:rPr>
        <w:t>2</w:t>
      </w:r>
      <w:r w:rsidR="00710410" w:rsidRPr="00C85FFD">
        <w:rPr>
          <w:rFonts w:ascii="Arial" w:hAnsi="Arial" w:cs="Arial"/>
          <w:b/>
          <w:color w:val="0F243E" w:themeColor="text2" w:themeShade="80"/>
        </w:rPr>
        <w:t xml:space="preserve"> s</w:t>
      </w:r>
      <w:r w:rsidR="007F78B3" w:rsidRPr="00C85FFD">
        <w:rPr>
          <w:rFonts w:ascii="Arial" w:hAnsi="Arial" w:cs="Arial"/>
          <w:b/>
          <w:color w:val="0F243E" w:themeColor="text2" w:themeShade="80"/>
        </w:rPr>
        <w:t>tycznia</w:t>
      </w:r>
      <w:r w:rsidR="00CC3F14" w:rsidRPr="00C85FFD">
        <w:rPr>
          <w:rFonts w:ascii="Arial" w:hAnsi="Arial" w:cs="Arial"/>
          <w:b/>
          <w:color w:val="0F243E" w:themeColor="text2" w:themeShade="80"/>
        </w:rPr>
        <w:t xml:space="preserve"> 202</w:t>
      </w:r>
      <w:r w:rsidR="00DB0ED4">
        <w:rPr>
          <w:rFonts w:ascii="Arial" w:hAnsi="Arial" w:cs="Arial"/>
          <w:b/>
          <w:color w:val="0F243E" w:themeColor="text2" w:themeShade="80"/>
        </w:rPr>
        <w:t>3</w:t>
      </w:r>
      <w:r w:rsidR="00710410" w:rsidRPr="00C85FFD">
        <w:rPr>
          <w:rFonts w:ascii="Arial" w:hAnsi="Arial" w:cs="Arial"/>
          <w:b/>
          <w:color w:val="0F243E" w:themeColor="text2" w:themeShade="80"/>
        </w:rPr>
        <w:t>r</w:t>
      </w:r>
      <w:r w:rsidRPr="00C85FFD">
        <w:rPr>
          <w:rFonts w:ascii="Arial" w:hAnsi="Arial" w:cs="Arial"/>
          <w:b/>
          <w:color w:val="0F243E" w:themeColor="text2" w:themeShade="80"/>
        </w:rPr>
        <w:t>.</w:t>
      </w:r>
    </w:p>
    <w:p w14:paraId="5AFC18D9" w14:textId="6293BA2B" w:rsidR="00CC3F14" w:rsidRPr="00C85FFD" w:rsidRDefault="00710410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/>
          <w:color w:val="0F243E" w:themeColor="text2" w:themeShade="80"/>
        </w:rPr>
        <w:t xml:space="preserve"> </w:t>
      </w:r>
      <w:proofErr w:type="gramStart"/>
      <w:r w:rsidRPr="00C85FFD">
        <w:rPr>
          <w:rFonts w:ascii="Arial" w:hAnsi="Arial" w:cs="Arial"/>
          <w:b/>
          <w:color w:val="0F243E" w:themeColor="text2" w:themeShade="80"/>
        </w:rPr>
        <w:t>do</w:t>
      </w:r>
      <w:proofErr w:type="gramEnd"/>
      <w:r w:rsidRPr="00C85FFD">
        <w:rPr>
          <w:rFonts w:ascii="Arial" w:hAnsi="Arial" w:cs="Arial"/>
          <w:b/>
          <w:color w:val="0F243E" w:themeColor="text2" w:themeShade="80"/>
        </w:rPr>
        <w:t xml:space="preserve"> </w:t>
      </w:r>
      <w:r w:rsidR="00C85FFD">
        <w:rPr>
          <w:rFonts w:ascii="Arial" w:hAnsi="Arial" w:cs="Arial"/>
          <w:b/>
          <w:color w:val="0F243E" w:themeColor="text2" w:themeShade="80"/>
        </w:rPr>
        <w:t>29</w:t>
      </w:r>
      <w:r w:rsidR="00CC3F14" w:rsidRPr="00C85FFD">
        <w:rPr>
          <w:rFonts w:ascii="Arial" w:hAnsi="Arial" w:cs="Arial"/>
          <w:b/>
          <w:color w:val="0F243E" w:themeColor="text2" w:themeShade="80"/>
        </w:rPr>
        <w:t xml:space="preserve"> grudnia 202</w:t>
      </w:r>
      <w:r w:rsidR="00DB0ED4">
        <w:rPr>
          <w:rFonts w:ascii="Arial" w:hAnsi="Arial" w:cs="Arial"/>
          <w:b/>
          <w:color w:val="0F243E" w:themeColor="text2" w:themeShade="80"/>
        </w:rPr>
        <w:t>3</w:t>
      </w:r>
      <w:r w:rsidRPr="00C85FFD">
        <w:rPr>
          <w:rFonts w:ascii="Arial" w:hAnsi="Arial" w:cs="Arial"/>
          <w:b/>
          <w:color w:val="0F243E" w:themeColor="text2" w:themeShade="80"/>
        </w:rPr>
        <w:t>r.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</w:t>
      </w:r>
    </w:p>
    <w:p w14:paraId="2DA1061F" w14:textId="77777777" w:rsidR="00CC3F14" w:rsidRDefault="00CC3F14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lastRenderedPageBreak/>
        <w:t>WYNAGRODZENIE</w:t>
      </w:r>
    </w:p>
    <w:p w14:paraId="1734F8DA" w14:textId="77777777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3</w:t>
      </w:r>
    </w:p>
    <w:p w14:paraId="412A84C9" w14:textId="77777777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1574A05E" w14:textId="77777777" w:rsidR="00CC3F14" w:rsidRPr="00C85FFD" w:rsidRDefault="00CC3F14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Całkowita wartość umowy wynosi </w:t>
      </w:r>
    </w:p>
    <w:p w14:paraId="3638E61A" w14:textId="77777777" w:rsidR="00CC3F14" w:rsidRPr="00C85FFD" w:rsidRDefault="00CC3F14" w:rsidP="00E177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netto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…………..… (słownie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złotych: ........................…………….…..…...…………  00/10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0); </w:t>
      </w:r>
    </w:p>
    <w:p w14:paraId="3FE056E0" w14:textId="77777777" w:rsidR="00CC3F14" w:rsidRPr="00C85FFD" w:rsidRDefault="00CC3F14" w:rsidP="00E177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plus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VAT…..…%...........…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zł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(słownie złotych:…...…………….………..……….… 00/100);</w:t>
      </w:r>
    </w:p>
    <w:p w14:paraId="1C71AAA4" w14:textId="77777777" w:rsidR="00CC3F14" w:rsidRPr="00C85FFD" w:rsidRDefault="00CC3F14" w:rsidP="00E17713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EF488F" w:rsidRPr="00C85FFD">
        <w:rPr>
          <w:rFonts w:ascii="Arial" w:hAnsi="Arial" w:cs="Arial"/>
          <w:color w:val="0F243E" w:themeColor="text2" w:themeShade="80"/>
          <w:lang w:eastAsia="pl-PL"/>
        </w:rPr>
        <w:t xml:space="preserve">   </w:t>
      </w: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brutto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zł  (słownie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złotych: ………………...……….………….………….… 00/100).</w:t>
      </w:r>
    </w:p>
    <w:p w14:paraId="4FAC1232" w14:textId="2976048B" w:rsidR="00CC3F14" w:rsidRPr="00C85FFD" w:rsidRDefault="00CC3F14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Za usługę </w:t>
      </w:r>
      <w:r w:rsidR="00DB0ED4">
        <w:rPr>
          <w:rFonts w:ascii="Arial" w:hAnsi="Arial" w:cs="Arial"/>
          <w:bCs/>
          <w:color w:val="0F243E" w:themeColor="text2" w:themeShade="80"/>
        </w:rPr>
        <w:t xml:space="preserve">opisaną w § 1 </w:t>
      </w:r>
      <w:proofErr w:type="gramStart"/>
      <w:r w:rsidR="00DB0ED4">
        <w:rPr>
          <w:rFonts w:ascii="Arial" w:hAnsi="Arial" w:cs="Arial"/>
          <w:bCs/>
          <w:color w:val="0F243E" w:themeColor="text2" w:themeShade="80"/>
        </w:rPr>
        <w:t xml:space="preserve">umowy, 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wykonaną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na podstawie niniejszej umowy</w:t>
      </w:r>
      <w:r w:rsidR="00DB0ED4">
        <w:rPr>
          <w:rFonts w:ascii="Arial" w:hAnsi="Arial" w:cs="Arial"/>
          <w:bCs/>
          <w:color w:val="0F243E" w:themeColor="text2" w:themeShade="80"/>
        </w:rPr>
        <w:t>,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Zamawiający zobowiązuje się płacić Wykonawcy miesięcznie wynagrodzenie: </w:t>
      </w:r>
    </w:p>
    <w:p w14:paraId="1742DFFC" w14:textId="77777777" w:rsidR="00CC3F14" w:rsidRPr="00C85FFD" w:rsidRDefault="00EF488F" w:rsidP="00E17713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    </w:t>
      </w:r>
      <w:proofErr w:type="gramStart"/>
      <w:r w:rsidR="00CC3F14" w:rsidRPr="00C85FFD">
        <w:rPr>
          <w:rFonts w:ascii="Arial" w:hAnsi="Arial" w:cs="Arial"/>
          <w:bCs/>
          <w:color w:val="0F243E" w:themeColor="text2" w:themeShade="80"/>
        </w:rPr>
        <w:t>brutto</w:t>
      </w:r>
      <w:proofErr w:type="gramEnd"/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……………… zł (słownie złotych: …………………………………………….00/100).</w:t>
      </w:r>
    </w:p>
    <w:p w14:paraId="7B977586" w14:textId="77777777" w:rsidR="00EF488F" w:rsidRPr="00C85FFD" w:rsidRDefault="00EF488F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Cena podana przez Wykonawcę jest wiążąca od chwili złożenia przez Wykonawcę oferty i nie ulegnie zmianie przez cały okres trwania umowy.</w:t>
      </w:r>
    </w:p>
    <w:p w14:paraId="7C84919C" w14:textId="77777777" w:rsidR="00EF488F" w:rsidRPr="00C85FFD" w:rsidRDefault="00EF488F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Zapłata wynagrodzenia, o którym mowa w ust. 2, następować będzie w formie przelewu na rachunek bankowy wskazany przez Wykonawcę, w terminie do 21 dni od dnia przedłożenia Zamawiającemu prawidłowo wystawionej rachunku/faktury.</w:t>
      </w:r>
    </w:p>
    <w:p w14:paraId="04D2F84C" w14:textId="77777777" w:rsidR="00EF488F" w:rsidRPr="00C85FFD" w:rsidRDefault="00EF488F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Jako dzień zapłaty Strony ustalają dzień obciążenia rachunku bankowego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Zamawiającego</w:t>
      </w:r>
      <w:proofErr w:type="gramEnd"/>
    </w:p>
    <w:p w14:paraId="2C8C415E" w14:textId="77777777" w:rsidR="00CC3F14" w:rsidRPr="00C85FFD" w:rsidRDefault="00CC3F14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Wykonawca oświadcza, że z</w:t>
      </w:r>
      <w:r w:rsidR="00EF488F" w:rsidRPr="00C85FFD">
        <w:rPr>
          <w:rFonts w:ascii="Arial" w:hAnsi="Arial" w:cs="Arial"/>
          <w:bCs/>
          <w:color w:val="0F243E" w:themeColor="text2" w:themeShade="80"/>
        </w:rPr>
        <w:t xml:space="preserve"> chwilą zawarcia przedmiotowej u</w:t>
      </w:r>
      <w:r w:rsidRPr="00C85FFD">
        <w:rPr>
          <w:rFonts w:ascii="Arial" w:hAnsi="Arial" w:cs="Arial"/>
          <w:bCs/>
          <w:color w:val="0F243E" w:themeColor="text2" w:themeShade="80"/>
        </w:rPr>
        <w:t>mowy jes</w:t>
      </w:r>
      <w:r w:rsidR="00EF488F" w:rsidRPr="00C85FFD">
        <w:rPr>
          <w:rFonts w:ascii="Arial" w:hAnsi="Arial" w:cs="Arial"/>
          <w:bCs/>
          <w:color w:val="0F243E" w:themeColor="text2" w:themeShade="80"/>
        </w:rPr>
        <w:t>t czynnym płatnikiem podatku VAT</w:t>
      </w:r>
      <w:r w:rsidRPr="00C85FFD">
        <w:rPr>
          <w:rFonts w:ascii="Arial" w:hAnsi="Arial" w:cs="Arial"/>
          <w:bCs/>
          <w:color w:val="0F243E" w:themeColor="text2" w:themeShade="80"/>
        </w:rPr>
        <w:t>.</w:t>
      </w:r>
    </w:p>
    <w:p w14:paraId="1BB4911C" w14:textId="77777777" w:rsidR="00CC3F14" w:rsidRPr="00C85FFD" w:rsidRDefault="00CC3F14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zobowiązuje się do niezwłocznego poinformowania Zamawiającego </w:t>
      </w:r>
      <w:r w:rsidRPr="00C85FFD">
        <w:rPr>
          <w:rFonts w:ascii="Arial" w:hAnsi="Arial" w:cs="Arial"/>
          <w:bCs/>
          <w:color w:val="0F243E" w:themeColor="text2" w:themeShade="80"/>
        </w:rPr>
        <w:br/>
        <w:t>o każdej zmianie statusu podatkowego, nie później niż w terminie 3-ch dni roboczych od zaistnienia takiej zmiany.</w:t>
      </w:r>
    </w:p>
    <w:p w14:paraId="792FB077" w14:textId="77777777" w:rsidR="00CC3F14" w:rsidRPr="00C85FFD" w:rsidRDefault="00CC3F14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upoważnia Zamawiającego do wstrzymania wypłaty wynagrodzenia Wykonawcy w części odpowiadającej wysokości podatku VAT w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przypadku gdy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</w:t>
      </w:r>
      <w:r w:rsidR="00EF488F" w:rsidRPr="00C85FFD">
        <w:rPr>
          <w:rFonts w:ascii="Arial" w:hAnsi="Arial" w:cs="Arial"/>
          <w:bCs/>
          <w:color w:val="0F243E" w:themeColor="text2" w:themeShade="80"/>
        </w:rPr>
        <w:t>wiadającej wysokości podatku VAT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ulega przerwaniu. </w:t>
      </w:r>
    </w:p>
    <w:p w14:paraId="3591C881" w14:textId="33F79CCA" w:rsidR="00CC3F14" w:rsidRPr="00C85FFD" w:rsidRDefault="00CC3F14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Zamawiający może dokonać płatności z wykorzystaniem mechanizmu podzielności płatności,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zgodnie  ustawą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 z dnia 11.03.2004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r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>. o podatku od towarów i usług (Dz.U.20</w:t>
      </w:r>
      <w:r w:rsidR="00666372" w:rsidRPr="00C85FFD">
        <w:rPr>
          <w:rFonts w:ascii="Arial" w:hAnsi="Arial" w:cs="Arial"/>
          <w:bCs/>
          <w:color w:val="0F243E" w:themeColor="text2" w:themeShade="80"/>
        </w:rPr>
        <w:t>2</w:t>
      </w:r>
      <w:r w:rsidR="00C85FFD">
        <w:rPr>
          <w:rFonts w:ascii="Arial" w:hAnsi="Arial" w:cs="Arial"/>
          <w:bCs/>
          <w:color w:val="0F243E" w:themeColor="text2" w:themeShade="80"/>
        </w:rPr>
        <w:t>2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poz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. </w:t>
      </w:r>
      <w:r w:rsidR="00C85FFD">
        <w:rPr>
          <w:rFonts w:ascii="Arial" w:hAnsi="Arial" w:cs="Arial"/>
          <w:bCs/>
          <w:color w:val="0F243E" w:themeColor="text2" w:themeShade="80"/>
        </w:rPr>
        <w:t>196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</w:t>
      </w:r>
      <w:r w:rsidR="00C85FFD">
        <w:rPr>
          <w:rFonts w:ascii="Arial" w:hAnsi="Arial" w:cs="Arial"/>
          <w:bCs/>
          <w:color w:val="0F243E" w:themeColor="text2" w:themeShade="80"/>
        </w:rPr>
        <w:t>ze zm.</w:t>
      </w:r>
      <w:r w:rsidRPr="00C85FFD">
        <w:rPr>
          <w:rFonts w:ascii="Arial" w:hAnsi="Arial" w:cs="Arial"/>
          <w:bCs/>
          <w:color w:val="0F243E" w:themeColor="text2" w:themeShade="80"/>
        </w:rPr>
        <w:t>.).</w:t>
      </w:r>
    </w:p>
    <w:p w14:paraId="34C5DFB2" w14:textId="77777777" w:rsidR="00CC3F14" w:rsidRPr="00C85FFD" w:rsidRDefault="00CC3F14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2623798C" w14:textId="77777777" w:rsidR="00710410" w:rsidRPr="00C85FFD" w:rsidRDefault="00CC3F14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W przypadku zmiany stawki podatku VAT powyższą okoliczność Wykonawca uwzględni w fakturze bez konieczności zmiany Umowy.</w:t>
      </w:r>
    </w:p>
    <w:p w14:paraId="39FAA715" w14:textId="1167201E" w:rsidR="008D116B" w:rsidRDefault="00CC3F14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</w:r>
      <w:r w:rsidR="008D116B" w:rsidRPr="00C85FFD">
        <w:rPr>
          <w:rFonts w:ascii="Arial" w:hAnsi="Arial" w:cs="Arial"/>
          <w:b/>
          <w:bCs/>
          <w:color w:val="0F243E" w:themeColor="text2" w:themeShade="80"/>
        </w:rPr>
        <w:t>PRACOWNICY WYKONAWCY</w:t>
      </w:r>
    </w:p>
    <w:p w14:paraId="3C47DC57" w14:textId="2BDCCD59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4</w:t>
      </w:r>
    </w:p>
    <w:p w14:paraId="5FE8A572" w14:textId="524398D9" w:rsidR="008D116B" w:rsidRPr="00C85FFD" w:rsidRDefault="00471609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zobowiązany jest do wyznaczenia przynajmniej jednego pracownika, który będzie pełnił rolę stałego </w:t>
      </w:r>
      <w:r w:rsidR="00186533" w:rsidRPr="00C85FFD">
        <w:rPr>
          <w:rFonts w:ascii="Arial" w:hAnsi="Arial" w:cs="Arial"/>
          <w:bCs/>
          <w:color w:val="0F243E" w:themeColor="text2" w:themeShade="80"/>
        </w:rPr>
        <w:t>przedstawiciela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, w trakcie realizacji przedmiotu umowy. </w:t>
      </w:r>
      <w:r w:rsidR="00186533" w:rsidRPr="00C85FFD">
        <w:rPr>
          <w:rFonts w:ascii="Arial" w:hAnsi="Arial" w:cs="Arial"/>
          <w:bCs/>
          <w:color w:val="0F243E" w:themeColor="text2" w:themeShade="80"/>
        </w:rPr>
        <w:t>Przedstawiciel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będzie zobowiązany do utrzymania </w:t>
      </w:r>
      <w:r w:rsidR="00EF488F" w:rsidRPr="00C85FFD">
        <w:rPr>
          <w:rFonts w:ascii="Arial" w:hAnsi="Arial" w:cs="Arial"/>
          <w:bCs/>
          <w:color w:val="0F243E" w:themeColor="text2" w:themeShade="80"/>
        </w:rPr>
        <w:t>stałego kontaktu z Z</w:t>
      </w:r>
      <w:r w:rsidRPr="00C85FFD">
        <w:rPr>
          <w:rFonts w:ascii="Arial" w:hAnsi="Arial" w:cs="Arial"/>
          <w:bCs/>
          <w:color w:val="0F243E" w:themeColor="text2" w:themeShade="80"/>
        </w:rPr>
        <w:t>amawiającym poprzez dostępność pod numerem telefonu i adresem poczty elektronicznej</w:t>
      </w:r>
      <w:r w:rsidR="00186533" w:rsidRPr="00C85FFD">
        <w:rPr>
          <w:rFonts w:ascii="Arial" w:hAnsi="Arial" w:cs="Arial"/>
          <w:bCs/>
          <w:color w:val="0F243E" w:themeColor="text2" w:themeShade="80"/>
        </w:rPr>
        <w:t xml:space="preserve"> w dniach od poniedziałku do piątku w godzinach pracy </w:t>
      </w:r>
      <w:r w:rsidR="00EF79C7" w:rsidRPr="00C85FFD">
        <w:rPr>
          <w:rFonts w:ascii="Arial" w:hAnsi="Arial" w:cs="Arial"/>
          <w:bCs/>
          <w:color w:val="0F243E" w:themeColor="text2" w:themeShade="80"/>
        </w:rPr>
        <w:t>Zamawiającego</w:t>
      </w:r>
      <w:r w:rsidR="00186533" w:rsidRPr="00C85FFD">
        <w:rPr>
          <w:rFonts w:ascii="Arial" w:hAnsi="Arial" w:cs="Arial"/>
          <w:bCs/>
          <w:color w:val="0F243E" w:themeColor="text2" w:themeShade="80"/>
        </w:rPr>
        <w:t>.</w:t>
      </w:r>
    </w:p>
    <w:p w14:paraId="7B1FF7ED" w14:textId="338442C0" w:rsidR="00471609" w:rsidRPr="00C85FFD" w:rsidRDefault="004D0AD9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Wykonawca zobowiązany jest, przed przystąpienie</w:t>
      </w:r>
      <w:r w:rsidR="00EF488F" w:rsidRPr="00C85FFD">
        <w:rPr>
          <w:rFonts w:ascii="Arial" w:hAnsi="Arial" w:cs="Arial"/>
          <w:bCs/>
          <w:color w:val="0F243E" w:themeColor="text2" w:themeShade="80"/>
        </w:rPr>
        <w:t>m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do realizacji przedmiotu umowy, do przedstawienia Przedstawicielowi Zamawiającego aktualnej listy pracowników, któr</w:t>
      </w:r>
      <w:r w:rsidR="00186533" w:rsidRPr="00C85FFD">
        <w:rPr>
          <w:rFonts w:ascii="Arial" w:hAnsi="Arial" w:cs="Arial"/>
          <w:bCs/>
          <w:color w:val="0F243E" w:themeColor="text2" w:themeShade="80"/>
        </w:rPr>
        <w:t>zy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będą realizowa</w:t>
      </w:r>
      <w:r w:rsidR="00186533" w:rsidRPr="00C85FFD">
        <w:rPr>
          <w:rFonts w:ascii="Arial" w:hAnsi="Arial" w:cs="Arial"/>
          <w:bCs/>
          <w:color w:val="0F243E" w:themeColor="text2" w:themeShade="80"/>
        </w:rPr>
        <w:t>li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przedmiot umowy w jego imieniu.</w:t>
      </w:r>
    </w:p>
    <w:p w14:paraId="1477466C" w14:textId="77777777" w:rsidR="004D0AD9" w:rsidRPr="00C85FFD" w:rsidRDefault="004D0AD9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lastRenderedPageBreak/>
        <w:t xml:space="preserve">Wykaz, o którym mowa w ust 2, Wykonawca ma obowiązek aktualizować </w:t>
      </w:r>
      <w:r w:rsidRPr="00C85FFD">
        <w:rPr>
          <w:rFonts w:ascii="Arial" w:hAnsi="Arial" w:cs="Arial"/>
          <w:bCs/>
          <w:color w:val="0F243E" w:themeColor="text2" w:themeShade="80"/>
        </w:rPr>
        <w:br/>
        <w:t>i przekazywać Przedstawicielowi Zamawiającego</w:t>
      </w:r>
      <w:r w:rsidR="00DA2872" w:rsidRPr="00C85FFD">
        <w:rPr>
          <w:rFonts w:ascii="Arial" w:hAnsi="Arial" w:cs="Arial"/>
          <w:bCs/>
          <w:color w:val="0F243E" w:themeColor="text2" w:themeShade="80"/>
        </w:rPr>
        <w:t xml:space="preserve"> drogą mailową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każdorazowo </w:t>
      </w:r>
      <w:r w:rsidR="00DA2872" w:rsidRPr="00C85FFD">
        <w:rPr>
          <w:rFonts w:ascii="Arial" w:hAnsi="Arial" w:cs="Arial"/>
          <w:bCs/>
          <w:color w:val="0F243E" w:themeColor="text2" w:themeShade="80"/>
        </w:rPr>
        <w:br/>
      </w:r>
      <w:r w:rsidRPr="00C85FFD">
        <w:rPr>
          <w:rFonts w:ascii="Arial" w:hAnsi="Arial" w:cs="Arial"/>
          <w:bCs/>
          <w:color w:val="0F243E" w:themeColor="text2" w:themeShade="80"/>
        </w:rPr>
        <w:t>w przypadku zmiany w zatrudnieniu.</w:t>
      </w:r>
    </w:p>
    <w:p w14:paraId="3ED55282" w14:textId="77777777" w:rsidR="004B4E76" w:rsidRPr="00C85FFD" w:rsidRDefault="004B4E76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Zmiana pracownika będzie możliwa w następującej sytuacji:</w:t>
      </w:r>
    </w:p>
    <w:p w14:paraId="18CB24B0" w14:textId="77777777" w:rsidR="004B4E76" w:rsidRPr="00C85FFD" w:rsidRDefault="004B4E76" w:rsidP="00E1771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na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żądanie Zamawiającego w przypadku nienależytego wykonywania przez niego usługi lub naruszenia zasad współżycia społecznego,</w:t>
      </w:r>
    </w:p>
    <w:p w14:paraId="444B3726" w14:textId="77777777" w:rsidR="004B4E76" w:rsidRPr="00C85FFD" w:rsidRDefault="004B4E76" w:rsidP="00E1771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z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inicjatywy Wykonawcy.</w:t>
      </w:r>
    </w:p>
    <w:p w14:paraId="148F8406" w14:textId="77777777" w:rsidR="004D0AD9" w:rsidRPr="00C85FFD" w:rsidRDefault="004D0AD9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Pracownik którego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dane nie zostaną przekazane Przedstawicielowi Zamawiającego nie zostanie wpuszczony do budynku Zamawiającego. </w:t>
      </w:r>
    </w:p>
    <w:p w14:paraId="60C89E23" w14:textId="77777777" w:rsidR="006B07FD" w:rsidRPr="00C85FFD" w:rsidRDefault="006B07FD" w:rsidP="00E17713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zobowiązuje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się aby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wszystkie osoby wyznaczone przez niego do realizacji niniejszej umowy posiadały odpowiednie zaświadczenia lekarskie o braku przeciwwskazań do wykonywania pracy oraz przeszkolenie i uprawnienia wymagane przepisami odrębnymi, w </w:t>
      </w:r>
      <w:r w:rsidR="00547485" w:rsidRPr="00C85FFD">
        <w:rPr>
          <w:rFonts w:ascii="Arial" w:hAnsi="Arial" w:cs="Arial"/>
          <w:bCs/>
          <w:color w:val="0F243E" w:themeColor="text2" w:themeShade="80"/>
        </w:rPr>
        <w:t>tym BHP i p.p</w:t>
      </w:r>
      <w:r w:rsidRPr="00C85FFD">
        <w:rPr>
          <w:rFonts w:ascii="Arial" w:hAnsi="Arial" w:cs="Arial"/>
          <w:bCs/>
          <w:color w:val="0F243E" w:themeColor="text2" w:themeShade="80"/>
        </w:rPr>
        <w:t>oż.</w:t>
      </w:r>
    </w:p>
    <w:p w14:paraId="0B679B41" w14:textId="77777777" w:rsidR="00471609" w:rsidRPr="00C85FFD" w:rsidRDefault="00471609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Pracownicy Wykonawcy zobowiązani są do:</w:t>
      </w:r>
    </w:p>
    <w:p w14:paraId="20BBCDBA" w14:textId="4F97FCFF" w:rsidR="004B4E76" w:rsidRPr="00C85FFD" w:rsidRDefault="004B4E76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realizacji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przedmiotu umowy z należytą starannością.</w:t>
      </w:r>
    </w:p>
    <w:p w14:paraId="5FD02C7D" w14:textId="77777777" w:rsidR="00471609" w:rsidRPr="00C85FFD" w:rsidRDefault="00471609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zamykania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okien i drzwi w sprzątanych pomieszczeniach po zakończeniu ich sprzątania, </w:t>
      </w:r>
    </w:p>
    <w:p w14:paraId="5047A208" w14:textId="77777777" w:rsidR="00471609" w:rsidRPr="00C85FFD" w:rsidRDefault="00471609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wyłączania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urządzeń elektrycznych (za wyjątkiem urządzeń komputerowych i faxów), oświetlenia oraz punktów poboru wody,</w:t>
      </w:r>
    </w:p>
    <w:p w14:paraId="671FF8F3" w14:textId="77777777" w:rsidR="00FD3883" w:rsidRPr="00C85FFD" w:rsidRDefault="00FD3883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każdorazowego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potwierdzania pob</w:t>
      </w:r>
      <w:r w:rsidR="0077607E" w:rsidRPr="00C85FFD">
        <w:rPr>
          <w:rFonts w:ascii="Arial" w:hAnsi="Arial" w:cs="Arial"/>
          <w:color w:val="0F243E" w:themeColor="text2" w:themeShade="80"/>
        </w:rPr>
        <w:t>rania</w:t>
      </w:r>
      <w:r w:rsidRPr="00C85FFD">
        <w:rPr>
          <w:rFonts w:ascii="Arial" w:hAnsi="Arial" w:cs="Arial"/>
          <w:color w:val="0F243E" w:themeColor="text2" w:themeShade="80"/>
        </w:rPr>
        <w:t xml:space="preserve"> kluczy</w:t>
      </w:r>
      <w:r w:rsidR="00DA2872" w:rsidRPr="00C85FFD">
        <w:rPr>
          <w:rFonts w:ascii="Arial" w:hAnsi="Arial" w:cs="Arial"/>
          <w:color w:val="0F243E" w:themeColor="text2" w:themeShade="80"/>
        </w:rPr>
        <w:t xml:space="preserve"> do sprzątanych pomieszczeń</w:t>
      </w:r>
      <w:r w:rsidRPr="00C85FFD">
        <w:rPr>
          <w:rFonts w:ascii="Arial" w:hAnsi="Arial" w:cs="Arial"/>
          <w:color w:val="0F243E" w:themeColor="text2" w:themeShade="80"/>
        </w:rPr>
        <w:t xml:space="preserve">, czytelnym podpisem w rejestrze kluczy </w:t>
      </w:r>
      <w:r w:rsidR="0077607E" w:rsidRPr="00C85FFD">
        <w:rPr>
          <w:rFonts w:ascii="Arial" w:hAnsi="Arial" w:cs="Arial"/>
          <w:color w:val="0F243E" w:themeColor="text2" w:themeShade="80"/>
        </w:rPr>
        <w:t>u pracowników ochrony obiektu.</w:t>
      </w:r>
    </w:p>
    <w:p w14:paraId="509E7FA2" w14:textId="77777777" w:rsidR="0077607E" w:rsidRPr="00C85FFD" w:rsidRDefault="0077607E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do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stosowania zasady używania oświetlenia tylko w tych pomieszczeniach, w których przebywa osoba sprzątająca i włączania urządzeń do sprzątania tylko do tych gniazd elektrycznych, które są do tego przeznaczone.</w:t>
      </w:r>
    </w:p>
    <w:p w14:paraId="6B933F44" w14:textId="1D1F5350" w:rsidR="008D116B" w:rsidRPr="00C85FFD" w:rsidRDefault="00EF79C7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I</w:t>
      </w:r>
      <w:r w:rsidR="00471609" w:rsidRPr="00C85FFD">
        <w:rPr>
          <w:rFonts w:ascii="Arial" w:hAnsi="Arial" w:cs="Arial"/>
          <w:color w:val="0F243E" w:themeColor="text2" w:themeShade="80"/>
        </w:rPr>
        <w:t xml:space="preserve">nformowania Naczelnika Wydziału Organizacyjnego i Informacji o Środowisku lub pracowników ochrony o wszelkich zauważonych nieprawidłowościach i zdarzeniach mających wpływ na bezpieczeństwo osób i mienia w siedzibie RDOŚ w Gdańsku. </w:t>
      </w:r>
    </w:p>
    <w:p w14:paraId="276C682A" w14:textId="77777777" w:rsidR="00E17713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1142F860" w14:textId="77777777" w:rsidR="00CC3F14" w:rsidRDefault="00CC3F14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PRZEDSTAWICIELE STRON</w:t>
      </w:r>
    </w:p>
    <w:p w14:paraId="2A2B9327" w14:textId="04E4E60F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5</w:t>
      </w:r>
    </w:p>
    <w:p w14:paraId="513F39F7" w14:textId="026B53E0" w:rsidR="00554FAA" w:rsidRPr="00C85FFD" w:rsidRDefault="00EF79C7" w:rsidP="00E177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 w:rsidRPr="00C85FFD">
        <w:rPr>
          <w:rFonts w:ascii="Arial" w:hAnsi="Arial" w:cs="Arial"/>
          <w:bCs/>
          <w:color w:val="0F243E" w:themeColor="text2" w:themeShade="80"/>
        </w:rPr>
        <w:t>ym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C85FFD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 w:rsidRPr="00C85FFD">
        <w:rPr>
          <w:rFonts w:ascii="Arial" w:hAnsi="Arial" w:cs="Arial"/>
          <w:bCs/>
          <w:color w:val="0F243E" w:themeColor="text2" w:themeShade="80"/>
        </w:rPr>
        <w:br/>
      </w:r>
      <w:r w:rsidR="00CC3F14" w:rsidRPr="00C85FFD">
        <w:rPr>
          <w:rFonts w:ascii="Arial" w:hAnsi="Arial" w:cs="Arial"/>
          <w:bCs/>
          <w:color w:val="0F243E" w:themeColor="text2" w:themeShade="80"/>
        </w:rPr>
        <w:t>ze strony Wykonawcy jest …………………………, tel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C85FFD">
        <w:rPr>
          <w:rFonts w:ascii="Arial" w:hAnsi="Arial" w:cs="Arial"/>
          <w:bCs/>
          <w:color w:val="0F243E" w:themeColor="text2" w:themeShade="80"/>
        </w:rPr>
        <w:t>……………, email: ………………</w:t>
      </w:r>
      <w:r w:rsidR="0004315B" w:rsidRPr="00C85FFD">
        <w:rPr>
          <w:rFonts w:ascii="Arial" w:hAnsi="Arial" w:cs="Arial"/>
          <w:bCs/>
          <w:color w:val="0F243E" w:themeColor="text2" w:themeShade="80"/>
        </w:rPr>
        <w:t>...</w:t>
      </w:r>
    </w:p>
    <w:p w14:paraId="019F9053" w14:textId="0CFC7D54" w:rsidR="005C31D1" w:rsidRPr="00C85FFD" w:rsidRDefault="00EF79C7" w:rsidP="00E177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 w:rsidRPr="00C85FFD">
        <w:rPr>
          <w:rFonts w:ascii="Arial" w:hAnsi="Arial" w:cs="Arial"/>
          <w:bCs/>
          <w:color w:val="0F243E" w:themeColor="text2" w:themeShade="80"/>
        </w:rPr>
        <w:t>ym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C85FFD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 w:rsidRPr="00C85FFD">
        <w:rPr>
          <w:rFonts w:ascii="Arial" w:hAnsi="Arial" w:cs="Arial"/>
          <w:bCs/>
          <w:color w:val="0F243E" w:themeColor="text2" w:themeShade="80"/>
        </w:rPr>
        <w:br/>
      </w:r>
      <w:r w:rsidR="00CC3F14" w:rsidRPr="00C85FFD">
        <w:rPr>
          <w:rFonts w:ascii="Arial" w:hAnsi="Arial" w:cs="Arial"/>
          <w:bCs/>
          <w:color w:val="0F243E" w:themeColor="text2" w:themeShade="80"/>
        </w:rPr>
        <w:t>ze strony Zamawiającego jest ……………………, tel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C85FFD">
        <w:rPr>
          <w:rFonts w:ascii="Arial" w:hAnsi="Arial" w:cs="Arial"/>
          <w:bCs/>
          <w:color w:val="0F243E" w:themeColor="text2" w:themeShade="80"/>
        </w:rPr>
        <w:t>……………</w:t>
      </w:r>
      <w:r w:rsidR="0004315B" w:rsidRPr="00C85FFD">
        <w:rPr>
          <w:rFonts w:ascii="Arial" w:hAnsi="Arial" w:cs="Arial"/>
          <w:bCs/>
          <w:color w:val="0F243E" w:themeColor="text2" w:themeShade="80"/>
        </w:rPr>
        <w:t>..</w:t>
      </w:r>
      <w:r w:rsidR="00CC3F14" w:rsidRPr="00C85FFD">
        <w:rPr>
          <w:rFonts w:ascii="Arial" w:hAnsi="Arial" w:cs="Arial"/>
          <w:bCs/>
          <w:color w:val="0F243E" w:themeColor="text2" w:themeShade="80"/>
        </w:rPr>
        <w:t>, email: ………………</w:t>
      </w:r>
      <w:r w:rsidR="0004315B" w:rsidRPr="00C85FFD">
        <w:rPr>
          <w:rFonts w:ascii="Arial" w:hAnsi="Arial" w:cs="Arial"/>
          <w:bCs/>
          <w:color w:val="0F243E" w:themeColor="text2" w:themeShade="80"/>
        </w:rPr>
        <w:t>..</w:t>
      </w:r>
    </w:p>
    <w:p w14:paraId="61708097" w14:textId="77777777" w:rsidR="005C31D1" w:rsidRPr="00C85FFD" w:rsidRDefault="005C31D1" w:rsidP="00E177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Stronom przysługuje możliwość </w:t>
      </w:r>
      <w:r w:rsidR="00E736AA" w:rsidRPr="00C85FFD">
        <w:rPr>
          <w:rFonts w:ascii="Arial" w:hAnsi="Arial" w:cs="Arial"/>
          <w:bCs/>
          <w:color w:val="0F243E" w:themeColor="text2" w:themeShade="80"/>
        </w:rPr>
        <w:t xml:space="preserve">wskazania innych osób niż te, o których 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mowa w ust. </w:t>
      </w:r>
      <w:r w:rsidR="00CC3F14" w:rsidRPr="00C85FFD">
        <w:rPr>
          <w:rFonts w:ascii="Arial" w:hAnsi="Arial" w:cs="Arial"/>
          <w:bCs/>
          <w:color w:val="0F243E" w:themeColor="text2" w:themeShade="80"/>
        </w:rPr>
        <w:br/>
      </w:r>
      <w:r w:rsidRPr="00C85FFD">
        <w:rPr>
          <w:rFonts w:ascii="Arial" w:hAnsi="Arial" w:cs="Arial"/>
          <w:bCs/>
          <w:color w:val="0F243E" w:themeColor="text2" w:themeShade="80"/>
        </w:rPr>
        <w:t>1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i 2</w:t>
      </w:r>
      <w:r w:rsidR="001F2A50" w:rsidRPr="00C85FFD">
        <w:rPr>
          <w:rFonts w:ascii="Arial" w:hAnsi="Arial" w:cs="Arial"/>
          <w:bCs/>
          <w:color w:val="0F243E" w:themeColor="text2" w:themeShade="80"/>
        </w:rPr>
        <w:t>, bez konieczności sporządzania aneksu.</w:t>
      </w:r>
    </w:p>
    <w:p w14:paraId="340202CA" w14:textId="77777777" w:rsidR="00710410" w:rsidRPr="00C85FFD" w:rsidRDefault="005C31D1" w:rsidP="00E177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 przypadku zmiany </w:t>
      </w:r>
      <w:r w:rsidR="00EF488F" w:rsidRPr="00C85FFD">
        <w:rPr>
          <w:rFonts w:ascii="Arial" w:hAnsi="Arial" w:cs="Arial"/>
          <w:bCs/>
          <w:color w:val="0F243E" w:themeColor="text2" w:themeShade="80"/>
        </w:rPr>
        <w:t>Przedstawicieli,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Zamawiający i Wykonawca </w:t>
      </w:r>
      <w:r w:rsidR="00E736AA" w:rsidRPr="00C85FFD">
        <w:rPr>
          <w:rFonts w:ascii="Arial" w:hAnsi="Arial" w:cs="Arial"/>
          <w:bCs/>
          <w:color w:val="0F243E" w:themeColor="text2" w:themeShade="80"/>
        </w:rPr>
        <w:t xml:space="preserve">zobowiązani </w:t>
      </w:r>
      <w:r w:rsidR="00CC3F14" w:rsidRPr="00C85FFD">
        <w:rPr>
          <w:rFonts w:ascii="Arial" w:hAnsi="Arial" w:cs="Arial"/>
          <w:bCs/>
          <w:color w:val="0F243E" w:themeColor="text2" w:themeShade="80"/>
        </w:rPr>
        <w:t>jest do powiadomienia strony o tym fakcie</w:t>
      </w:r>
      <w:r w:rsidRPr="00C85FFD">
        <w:rPr>
          <w:rFonts w:ascii="Arial" w:hAnsi="Arial" w:cs="Arial"/>
          <w:bCs/>
          <w:color w:val="0F243E" w:themeColor="text2" w:themeShade="80"/>
        </w:rPr>
        <w:t>.</w:t>
      </w:r>
    </w:p>
    <w:p w14:paraId="4C31CDD5" w14:textId="156A48C9" w:rsidR="009F5975" w:rsidRDefault="009F5975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</w:r>
      <w:r w:rsidR="008D116B" w:rsidRPr="00C85FFD">
        <w:rPr>
          <w:rFonts w:ascii="Arial" w:hAnsi="Arial" w:cs="Arial"/>
          <w:b/>
          <w:bCs/>
          <w:color w:val="0F243E" w:themeColor="text2" w:themeShade="80"/>
        </w:rPr>
        <w:t>OBOWIĄZKI I UPRAWNIENIA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ZAMAWIAJĄCEGO</w:t>
      </w:r>
    </w:p>
    <w:p w14:paraId="2976F208" w14:textId="532FDA6C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6</w:t>
      </w:r>
    </w:p>
    <w:p w14:paraId="2DB2450A" w14:textId="14D1A8C4" w:rsidR="009F5975" w:rsidRPr="00C85FFD" w:rsidRDefault="009F5975" w:rsidP="00E1771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Zamawiający udostępni Wykonawcy pomieszczenie do przechowywania </w:t>
      </w:r>
      <w:r w:rsidR="008D116B" w:rsidRPr="00C85FFD">
        <w:rPr>
          <w:rFonts w:ascii="Arial" w:hAnsi="Arial" w:cs="Arial"/>
          <w:color w:val="0F243E" w:themeColor="text2" w:themeShade="80"/>
        </w:rPr>
        <w:t>środków czystości materiałów eksploatacyjnych oraz sprzętu o małych gabarytach, wykorzystywanych przy</w:t>
      </w:r>
      <w:r w:rsidR="00EF488F" w:rsidRPr="00C85FFD">
        <w:rPr>
          <w:rFonts w:ascii="Arial" w:hAnsi="Arial" w:cs="Arial"/>
          <w:color w:val="0F243E" w:themeColor="text2" w:themeShade="80"/>
        </w:rPr>
        <w:t xml:space="preserve"> wykonywaniu usługi stanowiącej</w:t>
      </w:r>
      <w:r w:rsidR="008D116B" w:rsidRPr="00C85FFD">
        <w:rPr>
          <w:rFonts w:ascii="Arial" w:hAnsi="Arial" w:cs="Arial"/>
          <w:color w:val="0F243E" w:themeColor="text2" w:themeShade="80"/>
        </w:rPr>
        <w:t xml:space="preserve"> przedmiot umowy.</w:t>
      </w:r>
    </w:p>
    <w:p w14:paraId="2B0F5040" w14:textId="77777777" w:rsidR="008D116B" w:rsidRPr="00C85FFD" w:rsidRDefault="008D116B" w:rsidP="00E1771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Zamawiający zapewni Wykonawcy nieodpłatne korzystanie z wody bieżącej zimnej </w:t>
      </w:r>
      <w:r w:rsidR="00471609" w:rsidRPr="00C85FFD">
        <w:rPr>
          <w:rFonts w:ascii="Arial" w:hAnsi="Arial" w:cs="Arial"/>
          <w:bCs/>
          <w:color w:val="0F243E" w:themeColor="text2" w:themeShade="80"/>
        </w:rPr>
        <w:br/>
      </w:r>
      <w:r w:rsidRPr="00C85FFD">
        <w:rPr>
          <w:rFonts w:ascii="Arial" w:hAnsi="Arial" w:cs="Arial"/>
          <w:bCs/>
          <w:color w:val="0F243E" w:themeColor="text2" w:themeShade="80"/>
        </w:rPr>
        <w:t>i ciepłej oraz energii elektrycznej w ilościach niezbędnych do wykonania przedmiotu umowy.</w:t>
      </w:r>
    </w:p>
    <w:p w14:paraId="058662E6" w14:textId="77777777" w:rsidR="00471609" w:rsidRPr="00C85FFD" w:rsidRDefault="00471609" w:rsidP="00E1771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Bieżącej oceny prawidłowości wykonania przedmiotu Umowy dokonuje Przedstawiciel </w:t>
      </w:r>
      <w:r w:rsidR="008D116B" w:rsidRPr="00C85FFD">
        <w:rPr>
          <w:rFonts w:ascii="Arial" w:hAnsi="Arial" w:cs="Arial"/>
          <w:color w:val="0F243E" w:themeColor="text2" w:themeShade="80"/>
        </w:rPr>
        <w:t>Zama</w:t>
      </w:r>
      <w:r w:rsidRPr="00C85FFD">
        <w:rPr>
          <w:rFonts w:ascii="Arial" w:hAnsi="Arial" w:cs="Arial"/>
          <w:color w:val="0F243E" w:themeColor="text2" w:themeShade="80"/>
        </w:rPr>
        <w:t xml:space="preserve">wiającego. </w:t>
      </w:r>
    </w:p>
    <w:p w14:paraId="240E30FF" w14:textId="347B20E9" w:rsidR="00DC3F79" w:rsidRPr="00C85FFD" w:rsidRDefault="00471609" w:rsidP="00E1771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Zamawiający</w:t>
      </w:r>
      <w:r w:rsidR="008D116B" w:rsidRPr="00C85FFD">
        <w:rPr>
          <w:rFonts w:ascii="Arial" w:hAnsi="Arial" w:cs="Arial"/>
          <w:color w:val="0F243E" w:themeColor="text2" w:themeShade="80"/>
        </w:rPr>
        <w:t xml:space="preserve"> zastrzega sobie możliwość przeprowadzenia </w:t>
      </w:r>
      <w:proofErr w:type="gramStart"/>
      <w:r w:rsidR="008D116B" w:rsidRPr="00C85FFD">
        <w:rPr>
          <w:rFonts w:ascii="Arial" w:hAnsi="Arial" w:cs="Arial"/>
          <w:color w:val="0F243E" w:themeColor="text2" w:themeShade="80"/>
        </w:rPr>
        <w:t>kontroli jakości</w:t>
      </w:r>
      <w:proofErr w:type="gramEnd"/>
      <w:r w:rsidR="008D116B" w:rsidRPr="00C85FFD">
        <w:rPr>
          <w:rFonts w:ascii="Arial" w:hAnsi="Arial" w:cs="Arial"/>
          <w:color w:val="0F243E" w:themeColor="text2" w:themeShade="80"/>
        </w:rPr>
        <w:t xml:space="preserve"> wykonywanych usług, po ich zakończeniu, bez konieczności wcześniejszego informowania Wykonawcy o tym fakcie.</w:t>
      </w:r>
      <w:r w:rsidR="00DC3F79" w:rsidRPr="00C85FFD">
        <w:rPr>
          <w:rFonts w:ascii="Arial" w:hAnsi="Arial" w:cs="Arial"/>
          <w:b/>
          <w:bCs/>
          <w:color w:val="0F243E" w:themeColor="text2" w:themeShade="80"/>
        </w:rPr>
        <w:t xml:space="preserve">  </w:t>
      </w:r>
    </w:p>
    <w:p w14:paraId="56114715" w14:textId="77777777" w:rsidR="00E17713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2840E9C6" w14:textId="77777777" w:rsidR="00710410" w:rsidRDefault="00083510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ODPOWIEDZIALNOŚĆ</w:t>
      </w:r>
      <w:r w:rsidR="00DA2872" w:rsidRPr="00C85FFD">
        <w:rPr>
          <w:rFonts w:ascii="Arial" w:hAnsi="Arial" w:cs="Arial"/>
          <w:b/>
          <w:bCs/>
          <w:color w:val="0F243E" w:themeColor="text2" w:themeShade="80"/>
        </w:rPr>
        <w:t xml:space="preserve"> WYKONAWCY</w:t>
      </w:r>
    </w:p>
    <w:p w14:paraId="63A0D8C2" w14:textId="6FE0E6B7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7</w:t>
      </w:r>
    </w:p>
    <w:p w14:paraId="5D550800" w14:textId="5D3CB320" w:rsidR="00664DA1" w:rsidRPr="00C85FFD" w:rsidRDefault="00083510" w:rsidP="00E1771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ponosi odpowiedzialność za prawidłowe wyposażenie swoich Pracowników, za przestrzeganie przez nich przepisów BHP i p. </w:t>
      </w:r>
      <w:proofErr w:type="spellStart"/>
      <w:r w:rsidRPr="00C85FFD">
        <w:rPr>
          <w:rFonts w:ascii="Arial" w:hAnsi="Arial" w:cs="Arial"/>
          <w:bCs/>
          <w:color w:val="0F243E" w:themeColor="text2" w:themeShade="80"/>
        </w:rPr>
        <w:t>poż</w:t>
      </w:r>
      <w:proofErr w:type="spellEnd"/>
      <w:r w:rsidR="00EF79C7" w:rsidRPr="00C85FFD">
        <w:rPr>
          <w:rFonts w:ascii="Arial" w:hAnsi="Arial" w:cs="Arial"/>
          <w:bCs/>
          <w:color w:val="0F243E" w:themeColor="text2" w:themeShade="80"/>
        </w:rPr>
        <w:t>.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oraz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za ich bezpieczeństwo </w:t>
      </w:r>
      <w:r w:rsidR="00186533" w:rsidRPr="00C85FFD">
        <w:rPr>
          <w:rFonts w:ascii="Arial" w:hAnsi="Arial" w:cs="Arial"/>
          <w:bCs/>
          <w:color w:val="0F243E" w:themeColor="text2" w:themeShade="80"/>
        </w:rPr>
        <w:br/>
      </w:r>
      <w:r w:rsidRPr="00C85FFD">
        <w:rPr>
          <w:rFonts w:ascii="Arial" w:hAnsi="Arial" w:cs="Arial"/>
          <w:bCs/>
          <w:color w:val="0F243E" w:themeColor="text2" w:themeShade="80"/>
        </w:rPr>
        <w:t>w trakcie realizacji przedmiotu umowy.</w:t>
      </w:r>
    </w:p>
    <w:p w14:paraId="2220D53F" w14:textId="351050BC" w:rsidR="00083510" w:rsidRPr="00C85FFD" w:rsidRDefault="00083510" w:rsidP="00E1771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ponosi odpowiedzialność za wszelkie ewentualne szkody </w:t>
      </w:r>
      <w:r w:rsidR="00186533" w:rsidRPr="00C85FFD">
        <w:rPr>
          <w:rFonts w:ascii="Arial" w:hAnsi="Arial" w:cs="Arial"/>
          <w:bCs/>
          <w:color w:val="0F243E" w:themeColor="text2" w:themeShade="80"/>
        </w:rPr>
        <w:t>w</w:t>
      </w:r>
      <w:r w:rsidR="00112805" w:rsidRPr="00C85FFD">
        <w:rPr>
          <w:rFonts w:ascii="Arial" w:hAnsi="Arial" w:cs="Arial"/>
          <w:bCs/>
          <w:color w:val="0F243E" w:themeColor="text2" w:themeShade="80"/>
        </w:rPr>
        <w:t xml:space="preserve"> mieniu Zamawiającego powstałe w wyniku niewykonania lub nienależytego wykonania przedmiotu umowy przez jego pracowników.</w:t>
      </w:r>
    </w:p>
    <w:p w14:paraId="60A1A548" w14:textId="77777777" w:rsidR="00112805" w:rsidRPr="00C85FFD" w:rsidRDefault="00112805" w:rsidP="00E1771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ponosi odpowiedzialność za następstwa nieszczęśliwych wypadków dotyczące jego Pracowników oraz osób trzecich, wynikające bezpośrednio </w:t>
      </w:r>
      <w:r w:rsidRPr="00C85FFD">
        <w:rPr>
          <w:rFonts w:ascii="Arial" w:hAnsi="Arial" w:cs="Arial"/>
          <w:bCs/>
          <w:color w:val="0F243E" w:themeColor="text2" w:themeShade="80"/>
        </w:rPr>
        <w:br/>
        <w:t>z niewykonania bądź nienależytego wykonania przedmiotu umowy.</w:t>
      </w:r>
    </w:p>
    <w:p w14:paraId="647376D1" w14:textId="77777777" w:rsidR="00E17713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46AB2151" w14:textId="77777777" w:rsidR="00710410" w:rsidRDefault="00112805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ŚRODKI CZYSTOŚCI, HIGIENICZNO – SANITARNE </w:t>
      </w:r>
      <w:r w:rsidRPr="00C85FFD">
        <w:rPr>
          <w:rFonts w:ascii="Arial" w:hAnsi="Arial" w:cs="Arial"/>
          <w:b/>
          <w:bCs/>
          <w:color w:val="0F243E" w:themeColor="text2" w:themeShade="80"/>
        </w:rPr>
        <w:br/>
        <w:t>ORAZ URZĄDZENIA TECHNICZNE</w:t>
      </w:r>
    </w:p>
    <w:p w14:paraId="70080DF2" w14:textId="3CA21DC6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8</w:t>
      </w:r>
    </w:p>
    <w:p w14:paraId="2E29F4CC" w14:textId="77777777" w:rsidR="0042419B" w:rsidRPr="00C85FFD" w:rsidRDefault="00112805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zobowiązany jest do realizacji przedmiotu umowy przy użyciu własnych środków czystości, </w:t>
      </w:r>
      <w:proofErr w:type="spellStart"/>
      <w:r w:rsidRPr="00C85FFD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C85FFD">
        <w:rPr>
          <w:rFonts w:ascii="Arial" w:hAnsi="Arial" w:cs="Arial"/>
          <w:bCs/>
          <w:color w:val="0F243E" w:themeColor="text2" w:themeShade="80"/>
        </w:rPr>
        <w:t xml:space="preserve"> – sanitarnych oraz </w:t>
      </w:r>
      <w:r w:rsidR="002C70AF" w:rsidRPr="00C85FFD">
        <w:rPr>
          <w:rFonts w:ascii="Arial" w:hAnsi="Arial" w:cs="Arial"/>
          <w:bCs/>
          <w:color w:val="0F243E" w:themeColor="text2" w:themeShade="80"/>
        </w:rPr>
        <w:t>urządzeń technicznych.</w:t>
      </w:r>
    </w:p>
    <w:p w14:paraId="1AA0FDD1" w14:textId="77777777" w:rsidR="002C70AF" w:rsidRPr="00C85FFD" w:rsidRDefault="002C70AF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Stosowane przez Wykonawcę środki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czystości  i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środki </w:t>
      </w:r>
      <w:proofErr w:type="spellStart"/>
      <w:r w:rsidRPr="00C85FFD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C85FFD">
        <w:rPr>
          <w:rFonts w:ascii="Arial" w:hAnsi="Arial" w:cs="Arial"/>
          <w:bCs/>
          <w:color w:val="0F243E" w:themeColor="text2" w:themeShade="80"/>
        </w:rPr>
        <w:t xml:space="preserve"> – sanitarne muszą być odpowiedniej jakości skuteczne w stosowaniu, powszechnie dostępne, posiadające właściwe atesty, bezpieczne dla powierzchni na której są stosowane</w:t>
      </w:r>
      <w:r w:rsidR="00EA7362" w:rsidRPr="00C85FFD">
        <w:rPr>
          <w:rFonts w:ascii="Arial" w:hAnsi="Arial" w:cs="Arial"/>
          <w:bCs/>
          <w:color w:val="0F243E" w:themeColor="text2" w:themeShade="80"/>
        </w:rPr>
        <w:t>, rozkłada</w:t>
      </w:r>
      <w:r w:rsidRPr="00C85FFD">
        <w:rPr>
          <w:rFonts w:ascii="Arial" w:hAnsi="Arial" w:cs="Arial"/>
          <w:bCs/>
          <w:color w:val="0F243E" w:themeColor="text2" w:themeShade="80"/>
        </w:rPr>
        <w:t>lne, nietoksyczne</w:t>
      </w:r>
      <w:r w:rsidR="00EA7362" w:rsidRPr="00C85FFD">
        <w:rPr>
          <w:rFonts w:ascii="Arial" w:hAnsi="Arial" w:cs="Arial"/>
          <w:bCs/>
          <w:color w:val="0F243E" w:themeColor="text2" w:themeShade="80"/>
        </w:rPr>
        <w:t xml:space="preserve"> i posiadać parametry zgodne z załącznikiem nr 1 do umowy</w:t>
      </w:r>
      <w:r w:rsidRPr="00C85FFD">
        <w:rPr>
          <w:rFonts w:ascii="Arial" w:hAnsi="Arial" w:cs="Arial"/>
          <w:bCs/>
          <w:color w:val="0F243E" w:themeColor="text2" w:themeShade="80"/>
        </w:rPr>
        <w:t>.</w:t>
      </w:r>
    </w:p>
    <w:p w14:paraId="2D360E3F" w14:textId="77777777" w:rsidR="002C70AF" w:rsidRPr="00C85FFD" w:rsidRDefault="00EA7362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Stosowane środki czystości oraz </w:t>
      </w:r>
      <w:proofErr w:type="spellStart"/>
      <w:r w:rsidRPr="00C85FFD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C85FFD">
        <w:rPr>
          <w:rFonts w:ascii="Arial" w:hAnsi="Arial" w:cs="Arial"/>
          <w:bCs/>
          <w:color w:val="0F243E" w:themeColor="text2" w:themeShade="80"/>
        </w:rPr>
        <w:t xml:space="preserve"> – sanitarne będą dostarczane </w:t>
      </w:r>
      <w:r w:rsidRPr="00C85FFD">
        <w:rPr>
          <w:rFonts w:ascii="Arial" w:hAnsi="Arial" w:cs="Arial"/>
          <w:bCs/>
          <w:color w:val="0F243E" w:themeColor="text2" w:themeShade="80"/>
        </w:rPr>
        <w:br/>
        <w:t xml:space="preserve">i uzupełniane w takim cyklu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czasowym aby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zapewnić ciągłość ich dostępności.</w:t>
      </w:r>
    </w:p>
    <w:p w14:paraId="0DCD6021" w14:textId="77777777" w:rsidR="00EA7362" w:rsidRPr="00C85FFD" w:rsidRDefault="00EA7362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Zamawiający zastrzega sobie prawo do żądania zmiany stosowanych przez Wykonawcę środków w przypadku ich nieskuteczności, powodowania uszkodzeń czyszczonych powierzchni</w:t>
      </w:r>
      <w:r w:rsidR="0077607E" w:rsidRPr="00C85FFD">
        <w:rPr>
          <w:rFonts w:ascii="Arial" w:hAnsi="Arial" w:cs="Arial"/>
          <w:bCs/>
          <w:color w:val="0F243E" w:themeColor="text2" w:themeShade="80"/>
        </w:rPr>
        <w:t xml:space="preserve"> lub powodowania uczuleń osób przebywających w pomieszczeniach objętych przedmiotem umowy.</w:t>
      </w:r>
    </w:p>
    <w:p w14:paraId="1AED9248" w14:textId="77777777" w:rsidR="00EA7362" w:rsidRPr="00C85FFD" w:rsidRDefault="00EA7362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Urządzenie techniczne muszą być sprawne i bezpieczne.</w:t>
      </w:r>
    </w:p>
    <w:p w14:paraId="271181CA" w14:textId="77777777" w:rsidR="00EA7362" w:rsidRPr="00C85FFD" w:rsidRDefault="00A12A0E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</w:t>
      </w:r>
    </w:p>
    <w:p w14:paraId="65ACED9C" w14:textId="4DB1DB4F" w:rsidR="00EA7362" w:rsidRPr="00C85FFD" w:rsidRDefault="00A12A0E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Segregacja odpadów prowadzona będzie w podziale na 5 </w:t>
      </w:r>
      <w:proofErr w:type="gramStart"/>
      <w:r w:rsidR="00173082" w:rsidRPr="00C85FFD">
        <w:rPr>
          <w:rFonts w:ascii="Arial" w:hAnsi="Arial" w:cs="Arial"/>
          <w:color w:val="0F243E" w:themeColor="text2" w:themeShade="80"/>
        </w:rPr>
        <w:t>rodzajów</w:t>
      </w:r>
      <w:r w:rsidRPr="00C85FFD">
        <w:rPr>
          <w:rFonts w:ascii="Arial" w:hAnsi="Arial" w:cs="Arial"/>
          <w:color w:val="0F243E" w:themeColor="text2" w:themeShade="80"/>
        </w:rPr>
        <w:t xml:space="preserve">: </w:t>
      </w:r>
      <w:r w:rsidR="00D53C98">
        <w:rPr>
          <w:rFonts w:ascii="Arial" w:hAnsi="Arial" w:cs="Arial"/>
          <w:color w:val="0F243E" w:themeColor="text2" w:themeShade="80"/>
        </w:rPr>
        <w:t xml:space="preserve">: </w:t>
      </w:r>
      <w:proofErr w:type="gramEnd"/>
      <w:r w:rsidR="00D53C98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D53C98">
        <w:rPr>
          <w:rFonts w:ascii="Arial" w:hAnsi="Arial" w:cs="Arial"/>
          <w:color w:val="0F243E" w:themeColor="text2" w:themeShade="80"/>
        </w:rPr>
        <w:t>bio</w:t>
      </w:r>
      <w:proofErr w:type="spellEnd"/>
      <w:r w:rsidR="00D53C98">
        <w:rPr>
          <w:rFonts w:ascii="Arial" w:hAnsi="Arial" w:cs="Arial"/>
          <w:color w:val="0F243E" w:themeColor="text2" w:themeShade="80"/>
        </w:rPr>
        <w:t xml:space="preserve"> i resztkowe</w:t>
      </w:r>
      <w:bookmarkStart w:id="0" w:name="_GoBack"/>
      <w:bookmarkEnd w:id="0"/>
      <w:r w:rsidRPr="00C85FFD">
        <w:rPr>
          <w:rFonts w:ascii="Arial" w:hAnsi="Arial" w:cs="Arial"/>
          <w:color w:val="0F243E" w:themeColor="text2" w:themeShade="80"/>
        </w:rPr>
        <w:t xml:space="preserve">. W przypadku zmiany ww. prawa miejscowego Wykonawca uwzględni te zmiany w sposobie </w:t>
      </w:r>
      <w:proofErr w:type="gramStart"/>
      <w:r w:rsidRPr="00C85FFD">
        <w:rPr>
          <w:rFonts w:ascii="Arial" w:hAnsi="Arial" w:cs="Arial"/>
          <w:color w:val="0F243E" w:themeColor="text2" w:themeShade="80"/>
        </w:rPr>
        <w:t>realizowania  usługi</w:t>
      </w:r>
      <w:proofErr w:type="gramEnd"/>
      <w:r w:rsidRPr="00C85FFD">
        <w:rPr>
          <w:rFonts w:ascii="Arial" w:hAnsi="Arial" w:cs="Arial"/>
          <w:color w:val="0F243E" w:themeColor="text2" w:themeShade="80"/>
        </w:rPr>
        <w:t>.</w:t>
      </w:r>
    </w:p>
    <w:p w14:paraId="36246199" w14:textId="77777777" w:rsidR="00664DA1" w:rsidRPr="00C85FFD" w:rsidRDefault="00EA7362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Odpady</w:t>
      </w:r>
      <w:r w:rsidR="00710410" w:rsidRPr="00C85FFD">
        <w:rPr>
          <w:rFonts w:ascii="Arial" w:hAnsi="Arial" w:cs="Arial"/>
          <w:color w:val="0F243E" w:themeColor="text2" w:themeShade="80"/>
        </w:rPr>
        <w:t xml:space="preserve"> wynikłe ze sprzątania będą wynoszone przez pracowników Wykonawcy do</w:t>
      </w:r>
      <w:r w:rsidR="00E17247" w:rsidRPr="00C85FFD">
        <w:rPr>
          <w:rFonts w:ascii="Arial" w:hAnsi="Arial" w:cs="Arial"/>
          <w:color w:val="0F243E" w:themeColor="text2" w:themeShade="80"/>
        </w:rPr>
        <w:t> </w:t>
      </w:r>
      <w:r w:rsidR="00710410" w:rsidRPr="00C85FFD">
        <w:rPr>
          <w:rFonts w:ascii="Arial" w:hAnsi="Arial" w:cs="Arial"/>
          <w:color w:val="0F243E" w:themeColor="text2" w:themeShade="80"/>
        </w:rPr>
        <w:t>przeznaczonych do tego celu pojemników wskazanych przez Zamawiającego.</w:t>
      </w:r>
    </w:p>
    <w:p w14:paraId="2CC101F3" w14:textId="34FB8509" w:rsidR="00664DA1" w:rsidRDefault="00306E79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NIENALEŻYTE WYKONYWANIE USŁUGI</w:t>
      </w:r>
    </w:p>
    <w:p w14:paraId="302B7AAB" w14:textId="0F0DC824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9</w:t>
      </w:r>
    </w:p>
    <w:p w14:paraId="25978FD0" w14:textId="05E0ECD6" w:rsidR="00186533" w:rsidRPr="00C85FFD" w:rsidRDefault="00306E79" w:rsidP="00E177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zobowiązany  jest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do usunięcia zgłoszonych mu nieprawidłowości </w:t>
      </w:r>
      <w:r w:rsidRPr="00C85FFD">
        <w:rPr>
          <w:rFonts w:ascii="Arial" w:hAnsi="Arial" w:cs="Arial"/>
          <w:bCs/>
          <w:color w:val="0F243E" w:themeColor="text2" w:themeShade="80"/>
        </w:rPr>
        <w:br/>
        <w:t>w wykonaniu przedmiotu Umowy lub zmian</w:t>
      </w:r>
      <w:r w:rsidR="0004315B" w:rsidRPr="00C85FFD">
        <w:rPr>
          <w:rFonts w:ascii="Arial" w:hAnsi="Arial" w:cs="Arial"/>
          <w:bCs/>
          <w:color w:val="0F243E" w:themeColor="text2" w:themeShade="80"/>
        </w:rPr>
        <w:t>y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sposobu świadczenie usług w terminie wyznaczonym przez Zamawiającego</w:t>
      </w:r>
      <w:r w:rsidR="00186533" w:rsidRPr="00C85FFD">
        <w:rPr>
          <w:rFonts w:ascii="Arial" w:hAnsi="Arial" w:cs="Arial"/>
          <w:bCs/>
          <w:color w:val="0F243E" w:themeColor="text2" w:themeShade="80"/>
        </w:rPr>
        <w:t>.</w:t>
      </w:r>
    </w:p>
    <w:p w14:paraId="0374992E" w14:textId="5DC4C6E4" w:rsidR="00710410" w:rsidRPr="00C85FFD" w:rsidRDefault="00186533" w:rsidP="00E177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Zamawiający wyznaczając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termin o którym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mowa w pkt 1, </w:t>
      </w:r>
      <w:r w:rsidR="00306E79" w:rsidRPr="00C85FFD">
        <w:rPr>
          <w:rFonts w:ascii="Arial" w:hAnsi="Arial" w:cs="Arial"/>
          <w:bCs/>
          <w:color w:val="0F243E" w:themeColor="text2" w:themeShade="80"/>
        </w:rPr>
        <w:t>uwzględni w szczególności rodzaj stwierdzon</w:t>
      </w:r>
      <w:r w:rsidR="00987599" w:rsidRPr="00C85FFD">
        <w:rPr>
          <w:rFonts w:ascii="Arial" w:hAnsi="Arial" w:cs="Arial"/>
          <w:bCs/>
          <w:color w:val="0F243E" w:themeColor="text2" w:themeShade="80"/>
        </w:rPr>
        <w:t xml:space="preserve">ych nieprawidłowości, </w:t>
      </w:r>
      <w:r w:rsidR="00306E79" w:rsidRPr="00C85FFD">
        <w:rPr>
          <w:rFonts w:ascii="Arial" w:hAnsi="Arial" w:cs="Arial"/>
          <w:bCs/>
          <w:color w:val="0F243E" w:themeColor="text2" w:themeShade="80"/>
        </w:rPr>
        <w:t>oraz uzasadnione potrzeby Zamawiającego.</w:t>
      </w:r>
    </w:p>
    <w:p w14:paraId="2B251B48" w14:textId="588F8A0D" w:rsidR="00306E79" w:rsidRPr="00C85FFD" w:rsidRDefault="00306E79" w:rsidP="00E177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Nieprawidłowości zgłaszane będą Wykonawcy</w:t>
      </w:r>
      <w:r w:rsidR="0004315B" w:rsidRPr="00C85FFD">
        <w:rPr>
          <w:rFonts w:ascii="Arial" w:hAnsi="Arial" w:cs="Arial"/>
          <w:bCs/>
          <w:color w:val="0F243E" w:themeColor="text2" w:themeShade="80"/>
        </w:rPr>
        <w:t xml:space="preserve"> telefonicznie lub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na adres poczty elektroniczne</w:t>
      </w:r>
      <w:r w:rsidR="00B71211" w:rsidRPr="00C85FFD">
        <w:rPr>
          <w:rFonts w:ascii="Arial" w:hAnsi="Arial" w:cs="Arial"/>
          <w:bCs/>
          <w:color w:val="0F243E" w:themeColor="text2" w:themeShade="80"/>
        </w:rPr>
        <w:t>j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wskazanej w § 5</w:t>
      </w:r>
      <w:r w:rsidR="00B71211" w:rsidRPr="00C85FFD">
        <w:rPr>
          <w:rFonts w:ascii="Arial" w:hAnsi="Arial" w:cs="Arial"/>
          <w:bCs/>
          <w:color w:val="0F243E" w:themeColor="text2" w:themeShade="80"/>
        </w:rPr>
        <w:t>, ust 1. Wykonawca ma obowiązek niezwłocznie potwierdzić jego przyjęcie pisemnie za pośrednictwem poczty elektronicznej lub telefonicznie.</w:t>
      </w:r>
    </w:p>
    <w:p w14:paraId="5B749BB1" w14:textId="4D60C5B9" w:rsidR="00710410" w:rsidRPr="00C85FFD" w:rsidRDefault="00987599" w:rsidP="00E177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Zgłoszenie będą dokonywane od poniedziałku do piątku w godzinach pracy Z</w:t>
      </w:r>
      <w:r w:rsidR="0004315B" w:rsidRPr="00C85FFD">
        <w:rPr>
          <w:rFonts w:ascii="Arial" w:hAnsi="Arial" w:cs="Arial"/>
          <w:bCs/>
          <w:color w:val="0F243E" w:themeColor="text2" w:themeShade="80"/>
        </w:rPr>
        <w:t>a</w:t>
      </w:r>
      <w:r w:rsidRPr="00C85FFD">
        <w:rPr>
          <w:rFonts w:ascii="Arial" w:hAnsi="Arial" w:cs="Arial"/>
          <w:bCs/>
          <w:color w:val="0F243E" w:themeColor="text2" w:themeShade="80"/>
        </w:rPr>
        <w:t>mawiającego 7:00 – 15:00.</w:t>
      </w:r>
    </w:p>
    <w:p w14:paraId="2385BD14" w14:textId="64586D10" w:rsidR="00664DA1" w:rsidRDefault="000766F7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POLISA UBEZPIECZENIOWA</w:t>
      </w:r>
    </w:p>
    <w:p w14:paraId="2F5CE4B7" w14:textId="19BF1B85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10</w:t>
      </w:r>
    </w:p>
    <w:p w14:paraId="5CB371B2" w14:textId="4D940BF7" w:rsidR="00710410" w:rsidRPr="00C85FFD" w:rsidRDefault="00710410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Wykonawca oświadcza, że posiada polisę ubezpieczenia z tytułu prowadzonej działalności.</w:t>
      </w:r>
      <w:r w:rsidR="00610AF4" w:rsidRPr="00C85FFD">
        <w:rPr>
          <w:color w:val="0F243E" w:themeColor="text2" w:themeShade="80"/>
        </w:rPr>
        <w:t xml:space="preserve"> </w:t>
      </w:r>
      <w:r w:rsidR="00610AF4" w:rsidRPr="00C85FFD">
        <w:rPr>
          <w:rFonts w:ascii="Arial" w:hAnsi="Arial" w:cs="Arial"/>
          <w:color w:val="0F243E" w:themeColor="text2" w:themeShade="80"/>
        </w:rPr>
        <w:t>Polisa winna obejmować swym zakresem czasowym</w:t>
      </w:r>
      <w:r w:rsidR="001D3267" w:rsidRPr="00C85FFD">
        <w:rPr>
          <w:rFonts w:ascii="Arial" w:hAnsi="Arial" w:cs="Arial"/>
          <w:color w:val="0F243E" w:themeColor="text2" w:themeShade="80"/>
        </w:rPr>
        <w:t>,</w:t>
      </w:r>
      <w:r w:rsidR="00610AF4" w:rsidRPr="00C85FFD">
        <w:rPr>
          <w:rFonts w:ascii="Arial" w:hAnsi="Arial" w:cs="Arial"/>
          <w:color w:val="0F243E" w:themeColor="text2" w:themeShade="80"/>
        </w:rPr>
        <w:t xml:space="preserve"> cały okres trwania umowy. Jeśli zakres czasowy polisy nie obejmuje całego okresu trwania umowy, Wykonawca w momencie wygaśnięcia aktualnej polisy zobowiązany jest do jej przedłużenia. Pod pojęciem ubezpieczenia należy rozumieć polisę lub inny dokument potwierdzający zawarcie umowy ubezpieczenia wraz z warunkami ogólnymi, klauzulami i wszystkimi załącznikami. Wykonawca obowiązany jest przedłożyć Zamawiającemu dowód zawarcia umowy ubezpieczenia oraz warunki odpowiedzialności ubezpieczyciela.</w:t>
      </w:r>
    </w:p>
    <w:p w14:paraId="6B1D93CD" w14:textId="61D3D272" w:rsidR="00664DA1" w:rsidRDefault="00CB2740" w:rsidP="00E17713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KARY UMOWNE I ODSZKODOWANIA</w:t>
      </w:r>
    </w:p>
    <w:p w14:paraId="163D3F8D" w14:textId="46BBB96C" w:rsidR="00E17713" w:rsidRPr="00C85FFD" w:rsidRDefault="00E17713" w:rsidP="00E17713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11</w:t>
      </w:r>
    </w:p>
    <w:p w14:paraId="68BC0D04" w14:textId="77777777" w:rsidR="004E4717" w:rsidRPr="00C85FFD" w:rsidRDefault="00506792" w:rsidP="00E1771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zapłaci </w:t>
      </w:r>
      <w:r w:rsidRPr="00C85FFD">
        <w:rPr>
          <w:rFonts w:ascii="Arial" w:hAnsi="Arial" w:cs="Arial"/>
          <w:color w:val="0F243E" w:themeColor="text2" w:themeShade="80"/>
        </w:rPr>
        <w:t>Zamawiającemu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kary umowne: </w:t>
      </w:r>
    </w:p>
    <w:p w14:paraId="114C41E0" w14:textId="2E2B9089" w:rsidR="004E4717" w:rsidRPr="00C85FFD" w:rsidRDefault="004E4717" w:rsidP="00E17713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za opóźnienie w rozpoczęciu świadczenia usługi lub za przerwę w </w:t>
      </w:r>
      <w:r w:rsidR="00186533" w:rsidRPr="00C85FFD">
        <w:rPr>
          <w:rFonts w:ascii="Arial" w:hAnsi="Arial" w:cs="Arial"/>
          <w:color w:val="0F243E" w:themeColor="text2" w:themeShade="80"/>
        </w:rPr>
        <w:t>jej</w:t>
      </w:r>
      <w:r w:rsidRPr="00C85FFD">
        <w:rPr>
          <w:rFonts w:ascii="Arial" w:hAnsi="Arial" w:cs="Arial"/>
          <w:color w:val="0F243E" w:themeColor="text2" w:themeShade="80"/>
        </w:rPr>
        <w:t xml:space="preserve"> realizacji w </w:t>
      </w:r>
      <w:r w:rsidR="00506792" w:rsidRPr="00C85FFD">
        <w:rPr>
          <w:rFonts w:ascii="Arial" w:hAnsi="Arial" w:cs="Arial"/>
          <w:color w:val="0F243E" w:themeColor="text2" w:themeShade="80"/>
        </w:rPr>
        <w:t>wysokości 5</w:t>
      </w:r>
      <w:r w:rsidRPr="00C85FFD">
        <w:rPr>
          <w:rFonts w:ascii="Arial" w:hAnsi="Arial" w:cs="Arial"/>
          <w:color w:val="0F243E" w:themeColor="text2" w:themeShade="80"/>
        </w:rPr>
        <w:t>% wynagrodzenia miesięcznego brutto</w:t>
      </w:r>
      <w:r w:rsidR="00A12A0E" w:rsidRPr="00C85FFD">
        <w:rPr>
          <w:rFonts w:ascii="Arial" w:hAnsi="Arial" w:cs="Arial"/>
          <w:color w:val="0F243E" w:themeColor="text2" w:themeShade="80"/>
        </w:rPr>
        <w:t>,</w:t>
      </w:r>
      <w:r w:rsidRPr="00C85FFD">
        <w:rPr>
          <w:rFonts w:ascii="Arial" w:hAnsi="Arial" w:cs="Arial"/>
          <w:color w:val="0F243E" w:themeColor="text2" w:themeShade="80"/>
        </w:rPr>
        <w:t xml:space="preserve"> o którym mowa </w:t>
      </w:r>
      <w:proofErr w:type="gramStart"/>
      <w:r w:rsidRPr="00C85FFD">
        <w:rPr>
          <w:rFonts w:ascii="Arial" w:hAnsi="Arial" w:cs="Arial"/>
          <w:color w:val="0F243E" w:themeColor="text2" w:themeShade="80"/>
        </w:rPr>
        <w:t xml:space="preserve">w 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C85FFD">
        <w:rPr>
          <w:rFonts w:ascii="Arial" w:hAnsi="Arial" w:cs="Arial"/>
          <w:bCs/>
          <w:color w:val="0F243E" w:themeColor="text2" w:themeShade="80"/>
        </w:rPr>
        <w:t>§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C85FFD">
        <w:rPr>
          <w:rFonts w:ascii="Arial" w:hAnsi="Arial" w:cs="Arial"/>
          <w:bCs/>
          <w:color w:val="0F243E" w:themeColor="text2" w:themeShade="80"/>
        </w:rPr>
        <w:t>3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ust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2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C85FFD">
        <w:rPr>
          <w:rFonts w:ascii="Arial" w:hAnsi="Arial" w:cs="Arial"/>
          <w:color w:val="0F243E" w:themeColor="text2" w:themeShade="80"/>
        </w:rPr>
        <w:t xml:space="preserve"> za każdy dzień opóźnienia lub przerwy;</w:t>
      </w:r>
    </w:p>
    <w:p w14:paraId="3587E5AC" w14:textId="51E07711" w:rsidR="00003592" w:rsidRPr="00C85FFD" w:rsidRDefault="001C5025" w:rsidP="00E17713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za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</w:t>
      </w:r>
      <w:r w:rsidR="00186533" w:rsidRPr="00C85FFD">
        <w:rPr>
          <w:rFonts w:ascii="Arial" w:hAnsi="Arial" w:cs="Arial"/>
          <w:color w:val="0F243E" w:themeColor="text2" w:themeShade="80"/>
        </w:rPr>
        <w:t>zaniechanie</w:t>
      </w:r>
      <w:r w:rsidRPr="00C85FFD">
        <w:rPr>
          <w:rFonts w:ascii="Arial" w:hAnsi="Arial" w:cs="Arial"/>
          <w:color w:val="0F243E" w:themeColor="text2" w:themeShade="80"/>
        </w:rPr>
        <w:t xml:space="preserve"> usunięci</w:t>
      </w:r>
      <w:r w:rsidR="00186533" w:rsidRPr="00C85FFD">
        <w:rPr>
          <w:rFonts w:ascii="Arial" w:hAnsi="Arial" w:cs="Arial"/>
          <w:color w:val="0F243E" w:themeColor="text2" w:themeShade="80"/>
        </w:rPr>
        <w:t>a</w:t>
      </w:r>
      <w:r w:rsidRPr="00C85FFD">
        <w:rPr>
          <w:rFonts w:ascii="Arial" w:hAnsi="Arial" w:cs="Arial"/>
          <w:color w:val="0F243E" w:themeColor="text2" w:themeShade="80"/>
        </w:rPr>
        <w:t xml:space="preserve"> nieprawidłowości</w:t>
      </w:r>
      <w:r w:rsidR="00186533" w:rsidRPr="00C85FFD">
        <w:rPr>
          <w:rFonts w:ascii="Arial" w:hAnsi="Arial" w:cs="Arial"/>
          <w:color w:val="0F243E" w:themeColor="text2" w:themeShade="80"/>
        </w:rPr>
        <w:t xml:space="preserve"> w wyznaczonym przez Zamawia</w:t>
      </w:r>
      <w:r w:rsidR="00173082" w:rsidRPr="00C85FFD">
        <w:rPr>
          <w:rFonts w:ascii="Arial" w:hAnsi="Arial" w:cs="Arial"/>
          <w:color w:val="0F243E" w:themeColor="text2" w:themeShade="80"/>
        </w:rPr>
        <w:t>jącego terminie,</w:t>
      </w:r>
      <w:r w:rsidRPr="00C85FFD">
        <w:rPr>
          <w:rFonts w:ascii="Arial" w:hAnsi="Arial" w:cs="Arial"/>
          <w:color w:val="0F243E" w:themeColor="text2" w:themeShade="80"/>
        </w:rPr>
        <w:t xml:space="preserve"> z zakresu czynności objętych załącznikiem nr </w:t>
      </w:r>
      <w:r w:rsidR="0004315B" w:rsidRPr="00C85FFD">
        <w:rPr>
          <w:rFonts w:ascii="Arial" w:hAnsi="Arial" w:cs="Arial"/>
          <w:color w:val="0F243E" w:themeColor="text2" w:themeShade="80"/>
        </w:rPr>
        <w:t>3</w:t>
      </w:r>
      <w:r w:rsidRPr="00C85FFD">
        <w:rPr>
          <w:rFonts w:ascii="Arial" w:hAnsi="Arial" w:cs="Arial"/>
          <w:color w:val="0F243E" w:themeColor="text2" w:themeShade="80"/>
        </w:rPr>
        <w:t xml:space="preserve"> do umowy, w wysokości</w:t>
      </w:r>
      <w:r w:rsidR="00CB2740" w:rsidRPr="00C85FFD">
        <w:rPr>
          <w:rFonts w:ascii="Arial" w:hAnsi="Arial" w:cs="Arial"/>
          <w:color w:val="0F243E" w:themeColor="text2" w:themeShade="80"/>
        </w:rPr>
        <w:t xml:space="preserve"> określonej </w:t>
      </w:r>
      <w:r w:rsidR="0004315B" w:rsidRPr="00C85FFD">
        <w:rPr>
          <w:rFonts w:ascii="Arial" w:hAnsi="Arial" w:cs="Arial"/>
          <w:color w:val="0F243E" w:themeColor="text2" w:themeShade="80"/>
        </w:rPr>
        <w:t xml:space="preserve">w </w:t>
      </w:r>
      <w:r w:rsidR="00CB2740" w:rsidRPr="00C85FFD">
        <w:rPr>
          <w:rFonts w:ascii="Arial" w:hAnsi="Arial" w:cs="Arial"/>
          <w:color w:val="0F243E" w:themeColor="text2" w:themeShade="80"/>
        </w:rPr>
        <w:t>załączniku - „katalog kar umownych”</w:t>
      </w:r>
      <w:r w:rsidR="00173082" w:rsidRPr="00C85FFD">
        <w:rPr>
          <w:rFonts w:ascii="Arial" w:hAnsi="Arial" w:cs="Arial"/>
          <w:color w:val="0F243E" w:themeColor="text2" w:themeShade="80"/>
        </w:rPr>
        <w:t>;</w:t>
      </w:r>
    </w:p>
    <w:p w14:paraId="3982D346" w14:textId="2B449ED8" w:rsidR="00CB2740" w:rsidRPr="00C85FFD" w:rsidRDefault="00CB2740" w:rsidP="00E17713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za opóźnienie w usunięciu nieprawidłowości z zakresu czynności nieobjętych załącznikiem nr </w:t>
      </w:r>
      <w:r w:rsidR="0004315B" w:rsidRPr="00C85FFD">
        <w:rPr>
          <w:rFonts w:ascii="Arial" w:hAnsi="Arial" w:cs="Arial"/>
          <w:color w:val="0F243E" w:themeColor="text2" w:themeShade="80"/>
        </w:rPr>
        <w:t>3</w:t>
      </w:r>
      <w:r w:rsidRPr="00C85FFD">
        <w:rPr>
          <w:rFonts w:ascii="Arial" w:hAnsi="Arial" w:cs="Arial"/>
          <w:color w:val="0F243E" w:themeColor="text2" w:themeShade="80"/>
        </w:rPr>
        <w:t xml:space="preserve"> do umowy, w wysokości 2% wynagrodzenia miesięcznego brutto, </w:t>
      </w:r>
      <w:r w:rsidR="0004315B" w:rsidRPr="00C85FFD">
        <w:rPr>
          <w:rFonts w:ascii="Arial" w:hAnsi="Arial" w:cs="Arial"/>
          <w:color w:val="0F243E" w:themeColor="text2" w:themeShade="80"/>
        </w:rPr>
        <w:br/>
      </w:r>
      <w:r w:rsidRPr="00C85FFD">
        <w:rPr>
          <w:rFonts w:ascii="Arial" w:hAnsi="Arial" w:cs="Arial"/>
          <w:color w:val="0F243E" w:themeColor="text2" w:themeShade="80"/>
        </w:rPr>
        <w:t xml:space="preserve">o którym mowa </w:t>
      </w:r>
      <w:proofErr w:type="gramStart"/>
      <w:r w:rsidRPr="00C85FFD">
        <w:rPr>
          <w:rFonts w:ascii="Arial" w:hAnsi="Arial" w:cs="Arial"/>
          <w:color w:val="0F243E" w:themeColor="text2" w:themeShade="80"/>
        </w:rPr>
        <w:t xml:space="preserve">w 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C85FFD">
        <w:rPr>
          <w:rFonts w:ascii="Arial" w:hAnsi="Arial" w:cs="Arial"/>
          <w:bCs/>
          <w:color w:val="0F243E" w:themeColor="text2" w:themeShade="80"/>
        </w:rPr>
        <w:t>§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C85FFD">
        <w:rPr>
          <w:rFonts w:ascii="Arial" w:hAnsi="Arial" w:cs="Arial"/>
          <w:bCs/>
          <w:color w:val="0F243E" w:themeColor="text2" w:themeShade="80"/>
        </w:rPr>
        <w:t>3 ust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2</w:t>
      </w:r>
      <w:r w:rsidRPr="00C85FFD">
        <w:rPr>
          <w:rFonts w:ascii="Arial" w:hAnsi="Arial" w:cs="Arial"/>
          <w:color w:val="0F243E" w:themeColor="text2" w:themeShade="80"/>
        </w:rPr>
        <w:t xml:space="preserve"> za każdy dzień opóźnienia</w:t>
      </w:r>
      <w:r w:rsidR="00173082" w:rsidRPr="00C85FFD">
        <w:rPr>
          <w:rFonts w:ascii="Arial" w:hAnsi="Arial" w:cs="Arial"/>
          <w:color w:val="0F243E" w:themeColor="text2" w:themeShade="80"/>
        </w:rPr>
        <w:t>;</w:t>
      </w:r>
    </w:p>
    <w:p w14:paraId="6AEFEB76" w14:textId="46C48492" w:rsidR="004E4717" w:rsidRPr="00C85FFD" w:rsidRDefault="004E4717" w:rsidP="00E17713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za odstąpienie od umowy z przyczyn leżących po stronie </w:t>
      </w:r>
      <w:r w:rsidR="0069501B" w:rsidRPr="00C85FFD">
        <w:rPr>
          <w:rFonts w:ascii="Arial" w:hAnsi="Arial" w:cs="Arial"/>
          <w:bCs/>
          <w:color w:val="0F243E" w:themeColor="text2" w:themeShade="80"/>
        </w:rPr>
        <w:t>Wykonawc</w:t>
      </w:r>
      <w:r w:rsidR="00173082" w:rsidRPr="00C85FFD">
        <w:rPr>
          <w:rFonts w:ascii="Arial" w:hAnsi="Arial" w:cs="Arial"/>
          <w:bCs/>
          <w:color w:val="0F243E" w:themeColor="text2" w:themeShade="80"/>
        </w:rPr>
        <w:t>y</w:t>
      </w:r>
      <w:r w:rsidR="00506792" w:rsidRPr="00C85FFD">
        <w:rPr>
          <w:rFonts w:ascii="Arial" w:hAnsi="Arial" w:cs="Arial"/>
          <w:color w:val="0F243E" w:themeColor="text2" w:themeShade="80"/>
        </w:rPr>
        <w:t xml:space="preserve"> oraz </w:t>
      </w:r>
      <w:r w:rsidR="00506792" w:rsidRPr="00C85FFD">
        <w:rPr>
          <w:rFonts w:ascii="Arial" w:hAnsi="Arial" w:cs="Arial"/>
          <w:color w:val="0F243E" w:themeColor="text2" w:themeShade="80"/>
        </w:rPr>
        <w:br/>
        <w:t>w</w:t>
      </w:r>
      <w:r w:rsidRPr="00C85FFD">
        <w:rPr>
          <w:rFonts w:ascii="Arial" w:hAnsi="Arial" w:cs="Arial"/>
          <w:color w:val="0F243E" w:themeColor="text2" w:themeShade="80"/>
        </w:rPr>
        <w:t xml:space="preserve"> przypadku gdy </w:t>
      </w:r>
      <w:r w:rsidR="0069501B" w:rsidRPr="00C85FFD">
        <w:rPr>
          <w:rFonts w:ascii="Arial" w:hAnsi="Arial" w:cs="Arial"/>
          <w:bCs/>
          <w:color w:val="0F243E" w:themeColor="text2" w:themeShade="80"/>
        </w:rPr>
        <w:t>Wykonawca</w:t>
      </w:r>
      <w:r w:rsidRPr="00C85FFD">
        <w:rPr>
          <w:rFonts w:ascii="Arial" w:hAnsi="Arial" w:cs="Arial"/>
          <w:color w:val="0F243E" w:themeColor="text2" w:themeShade="80"/>
        </w:rPr>
        <w:t xml:space="preserve"> nie rozpoczął usługi i nie kontynuuje jej pomimo wezwania </w:t>
      </w:r>
      <w:r w:rsidR="00CB2740" w:rsidRPr="00C85FFD">
        <w:rPr>
          <w:rFonts w:ascii="Arial" w:hAnsi="Arial" w:cs="Arial"/>
          <w:color w:val="0F243E" w:themeColor="text2" w:themeShade="80"/>
        </w:rPr>
        <w:t>Wykonawcy, przez okres 3</w:t>
      </w:r>
      <w:r w:rsidR="00506792" w:rsidRPr="00C85FFD">
        <w:rPr>
          <w:rFonts w:ascii="Arial" w:hAnsi="Arial" w:cs="Arial"/>
          <w:color w:val="0F243E" w:themeColor="text2" w:themeShade="80"/>
        </w:rPr>
        <w:t xml:space="preserve"> dni: w wysokości 20</w:t>
      </w:r>
      <w:r w:rsidRPr="00C85FFD">
        <w:rPr>
          <w:rFonts w:ascii="Arial" w:hAnsi="Arial" w:cs="Arial"/>
          <w:color w:val="0F243E" w:themeColor="text2" w:themeShade="80"/>
        </w:rPr>
        <w:t xml:space="preserve">% </w:t>
      </w:r>
      <w:r w:rsidR="003359BC" w:rsidRPr="00C85FFD">
        <w:rPr>
          <w:rFonts w:ascii="Arial" w:hAnsi="Arial" w:cs="Arial"/>
          <w:color w:val="0F243E" w:themeColor="text2" w:themeShade="80"/>
        </w:rPr>
        <w:t>całkowitej wartości umowy</w:t>
      </w:r>
      <w:r w:rsidRPr="00C85FFD">
        <w:rPr>
          <w:rFonts w:ascii="Arial" w:hAnsi="Arial" w:cs="Arial"/>
          <w:color w:val="0F243E" w:themeColor="text2" w:themeShade="80"/>
        </w:rPr>
        <w:t xml:space="preserve"> brutto</w:t>
      </w:r>
      <w:r w:rsidR="00CB2740" w:rsidRPr="00C85FFD">
        <w:rPr>
          <w:rFonts w:ascii="Arial" w:hAnsi="Arial" w:cs="Arial"/>
          <w:color w:val="0F243E" w:themeColor="text2" w:themeShade="80"/>
        </w:rPr>
        <w:t xml:space="preserve">, o którym mowa </w:t>
      </w:r>
      <w:proofErr w:type="gramStart"/>
      <w:r w:rsidR="00CB2740" w:rsidRPr="00C85FFD">
        <w:rPr>
          <w:rFonts w:ascii="Arial" w:hAnsi="Arial" w:cs="Arial"/>
          <w:color w:val="0F243E" w:themeColor="text2" w:themeShade="80"/>
        </w:rPr>
        <w:t xml:space="preserve">w </w:t>
      </w:r>
      <w:r w:rsidR="00CB2740"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C85FFD">
        <w:rPr>
          <w:rFonts w:ascii="Arial" w:hAnsi="Arial" w:cs="Arial"/>
          <w:bCs/>
          <w:color w:val="0F243E" w:themeColor="text2" w:themeShade="80"/>
        </w:rPr>
        <w:t>§</w:t>
      </w:r>
      <w:r w:rsidR="00CB2740"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C85FFD">
        <w:rPr>
          <w:rFonts w:ascii="Arial" w:hAnsi="Arial" w:cs="Arial"/>
          <w:bCs/>
          <w:color w:val="0F243E" w:themeColor="text2" w:themeShade="80"/>
        </w:rPr>
        <w:t>3 ust</w:t>
      </w:r>
      <w:proofErr w:type="gramEnd"/>
      <w:r w:rsidR="00CB2740" w:rsidRPr="00C85FFD">
        <w:rPr>
          <w:rFonts w:ascii="Arial" w:hAnsi="Arial" w:cs="Arial"/>
          <w:bCs/>
          <w:color w:val="0F243E" w:themeColor="text2" w:themeShade="80"/>
        </w:rPr>
        <w:t xml:space="preserve"> </w:t>
      </w:r>
      <w:r w:rsidR="00173082" w:rsidRPr="00C85FFD">
        <w:rPr>
          <w:rFonts w:ascii="Arial" w:hAnsi="Arial" w:cs="Arial"/>
          <w:color w:val="0F243E" w:themeColor="text2" w:themeShade="80"/>
        </w:rPr>
        <w:t>1.</w:t>
      </w:r>
    </w:p>
    <w:p w14:paraId="1128EF34" w14:textId="77777777" w:rsidR="004E4717" w:rsidRPr="00C85FFD" w:rsidRDefault="0069501B" w:rsidP="00E1771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Zamawiający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zastrzega sobie prawo potrącenia kar umownych z należnego </w:t>
      </w:r>
      <w:r w:rsidRPr="00C85FFD">
        <w:rPr>
          <w:rFonts w:ascii="Arial" w:hAnsi="Arial" w:cs="Arial"/>
          <w:bCs/>
          <w:color w:val="0F243E" w:themeColor="text2" w:themeShade="80"/>
        </w:rPr>
        <w:t>Wykonawcy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wynagrodzenia, a </w:t>
      </w:r>
      <w:r w:rsidRPr="00C85FFD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wyraża zgodę na ich potrącenie z należnego mu wynagrodzenia.</w:t>
      </w:r>
    </w:p>
    <w:p w14:paraId="6A6D4F91" w14:textId="6889BA52" w:rsidR="00982CD3" w:rsidRPr="00C85FFD" w:rsidRDefault="00982CD3" w:rsidP="00E1771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Odpowiedzialność </w:t>
      </w:r>
      <w:r w:rsidR="00DB0ED4">
        <w:rPr>
          <w:rFonts w:ascii="Arial" w:hAnsi="Arial" w:cs="Arial"/>
          <w:color w:val="0F243E" w:themeColor="text2" w:themeShade="80"/>
        </w:rPr>
        <w:t>W</w:t>
      </w:r>
      <w:r w:rsidRPr="00C85FFD">
        <w:rPr>
          <w:rFonts w:ascii="Arial" w:hAnsi="Arial" w:cs="Arial"/>
          <w:color w:val="0F243E" w:themeColor="text2" w:themeShade="80"/>
        </w:rPr>
        <w:t xml:space="preserve">ykonawcy za </w:t>
      </w:r>
      <w:r w:rsidR="00173082" w:rsidRPr="00C85FFD">
        <w:rPr>
          <w:rFonts w:ascii="Arial" w:hAnsi="Arial" w:cs="Arial"/>
          <w:color w:val="0F243E" w:themeColor="text2" w:themeShade="80"/>
        </w:rPr>
        <w:t>szkody</w:t>
      </w:r>
      <w:r w:rsidRPr="00C85FFD">
        <w:rPr>
          <w:rFonts w:ascii="Arial" w:hAnsi="Arial" w:cs="Arial"/>
          <w:color w:val="0F243E" w:themeColor="text2" w:themeShade="80"/>
        </w:rPr>
        <w:t xml:space="preserve"> w mieniu Zamawiającego (powstałe w trakcie wykonywania czynności wynikających z umowy) ustala się na podstawie:</w:t>
      </w:r>
    </w:p>
    <w:p w14:paraId="7E9257EC" w14:textId="77777777" w:rsidR="00982CD3" w:rsidRPr="00C85FFD" w:rsidRDefault="00982CD3" w:rsidP="00E1771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protokołu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ustalającego okoliczności powstania szkody sporządzonego przy udziale stron umowy,</w:t>
      </w:r>
    </w:p>
    <w:p w14:paraId="4F43E84D" w14:textId="77777777" w:rsidR="00982CD3" w:rsidRPr="00C85FFD" w:rsidRDefault="00982CD3" w:rsidP="00E1771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udokumentowanej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wartości mienia utraconego (dokonuje Zamawiający),</w:t>
      </w:r>
    </w:p>
    <w:p w14:paraId="7B33BDA4" w14:textId="45147868" w:rsidR="00982CD3" w:rsidRPr="00C85FFD" w:rsidRDefault="00982CD3" w:rsidP="00E1771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rachunku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za poniesione </w:t>
      </w:r>
      <w:r w:rsidR="0004315B" w:rsidRPr="00C85FFD">
        <w:rPr>
          <w:rFonts w:ascii="Arial" w:hAnsi="Arial" w:cs="Arial"/>
          <w:color w:val="0F243E" w:themeColor="text2" w:themeShade="80"/>
        </w:rPr>
        <w:t>szkody</w:t>
      </w:r>
      <w:r w:rsidRPr="00C85FFD">
        <w:rPr>
          <w:rFonts w:ascii="Arial" w:hAnsi="Arial" w:cs="Arial"/>
          <w:color w:val="0F243E" w:themeColor="text2" w:themeShade="80"/>
        </w:rPr>
        <w:t xml:space="preserve"> wystawionego w postaci noty obciążeniowej.</w:t>
      </w:r>
    </w:p>
    <w:p w14:paraId="196ECBA6" w14:textId="77777777" w:rsidR="00DB0ED4" w:rsidRPr="00D25CAE" w:rsidRDefault="00DB0ED4" w:rsidP="00DB0ED4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after="0"/>
        <w:ind w:hanging="720"/>
        <w:jc w:val="both"/>
        <w:rPr>
          <w:rFonts w:ascii="Arial" w:hAnsi="Arial" w:cs="Arial"/>
          <w:color w:val="1D1B11" w:themeColor="background2" w:themeShade="1A"/>
          <w:lang w:eastAsia="pl-PL"/>
        </w:rPr>
      </w:pPr>
      <w:r w:rsidRPr="00D25CAE">
        <w:rPr>
          <w:rFonts w:ascii="Arial" w:hAnsi="Arial" w:cs="Arial"/>
          <w:color w:val="1D1B11" w:themeColor="background2" w:themeShade="1A"/>
          <w:lang w:eastAsia="pl-PL"/>
        </w:rPr>
        <w:t xml:space="preserve">Łączna wysokość kar naliczonych przez Zamawiającego z przyczyn określonych w </w:t>
      </w:r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t>ust. 1</w:t>
      </w:r>
    </w:p>
    <w:p w14:paraId="4A8757E0" w14:textId="77777777" w:rsidR="00DB0ED4" w:rsidRPr="007F40DE" w:rsidRDefault="00DB0ED4" w:rsidP="00DB0ED4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1D1B11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t>umowy</w:t>
      </w:r>
      <w:proofErr w:type="gramEnd"/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t xml:space="preserve"> nie może przekroczyć 20% wartości wynagrodzenia brutto określonego </w:t>
      </w:r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br/>
        <w:t>w § 3 ust. 1.</w:t>
      </w:r>
    </w:p>
    <w:p w14:paraId="12E50F8C" w14:textId="77777777" w:rsidR="003359BC" w:rsidRPr="00C85FFD" w:rsidRDefault="003359BC" w:rsidP="00DB0ED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Wykonawca wyraża zgodę na potrącenie odszkodowania przez Zamawiającego z należnego wynagrodzenia bez konieczności składania dodatkowych oświadczeń</w:t>
      </w:r>
      <w:r w:rsidRPr="00C85FFD">
        <w:rPr>
          <w:rFonts w:ascii="Arial" w:hAnsi="Arial" w:cs="Arial"/>
          <w:color w:val="0F243E" w:themeColor="text2" w:themeShade="80"/>
        </w:rPr>
        <w:t>.</w:t>
      </w:r>
    </w:p>
    <w:p w14:paraId="7CE57529" w14:textId="77777777" w:rsidR="00982CD3" w:rsidRPr="00C85FFD" w:rsidRDefault="00982CD3" w:rsidP="00DB0ED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Strony zastrzegają prawo Zamawiającego do odszkodowania uzupełniającego, przewyższającego wysokość kar umownych do wysokości rzeczywiście poniesionej szkody na zasadach ogólnych Kodeksu cywilnego.</w:t>
      </w:r>
    </w:p>
    <w:p w14:paraId="09CCA6ED" w14:textId="77BFDEC2" w:rsidR="00982CD3" w:rsidRDefault="00982CD3" w:rsidP="00E17713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ROZWIĄZANIE UMOWY</w:t>
      </w:r>
    </w:p>
    <w:p w14:paraId="16D1A666" w14:textId="03E95C84" w:rsidR="00E17713" w:rsidRPr="00C85FFD" w:rsidRDefault="00E17713" w:rsidP="00E17713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12</w:t>
      </w:r>
    </w:p>
    <w:p w14:paraId="0B2C7D7C" w14:textId="77777777" w:rsidR="00EF488F" w:rsidRPr="00C85FFD" w:rsidRDefault="0069501B" w:rsidP="00E17713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Zamawiający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zastrzega sobie prawo </w:t>
      </w:r>
      <w:r w:rsidR="00982CD3" w:rsidRPr="00C85FFD">
        <w:rPr>
          <w:rFonts w:ascii="Arial" w:hAnsi="Arial" w:cs="Arial"/>
          <w:color w:val="0F243E" w:themeColor="text2" w:themeShade="80"/>
        </w:rPr>
        <w:t>do rozwiązania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umowy w przypadku, gdy wystąpią okoliczności powodujące, że wykonanie umowy nie leży w interesie publicznym, czego nie można było przewidzieć w chwili zawierania umowy. W takim przypadku </w:t>
      </w:r>
      <w:r w:rsidRPr="00C85FFD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może żądać jedynie wynagrodzenia za usługi wykonane do dnia odstąpienia od umowy. Brak środków finansowych należy </w:t>
      </w:r>
      <w:proofErr w:type="gramStart"/>
      <w:r w:rsidR="004E4717" w:rsidRPr="00C85FFD">
        <w:rPr>
          <w:rFonts w:ascii="Arial" w:hAnsi="Arial" w:cs="Arial"/>
          <w:color w:val="0F243E" w:themeColor="text2" w:themeShade="80"/>
        </w:rPr>
        <w:t>rozumieć jako</w:t>
      </w:r>
      <w:proofErr w:type="gramEnd"/>
      <w:r w:rsidR="004E4717" w:rsidRPr="00C85FFD">
        <w:rPr>
          <w:rFonts w:ascii="Arial" w:hAnsi="Arial" w:cs="Arial"/>
          <w:color w:val="0F243E" w:themeColor="text2" w:themeShade="80"/>
        </w:rPr>
        <w:t xml:space="preserve"> okoliczność powodującą, że wykonanie umowy nie leży w interesie publicznym.</w:t>
      </w:r>
    </w:p>
    <w:p w14:paraId="44D6B80B" w14:textId="77777777" w:rsidR="004E4717" w:rsidRPr="00C85FFD" w:rsidRDefault="004E4717" w:rsidP="00E17713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Poza przypadkami określonymi przepisami powszechnie obowiązującego prawa Z</w:t>
      </w:r>
      <w:r w:rsidR="0069501B" w:rsidRPr="00C85FFD">
        <w:rPr>
          <w:rFonts w:ascii="Arial" w:hAnsi="Arial" w:cs="Arial"/>
          <w:color w:val="0F243E" w:themeColor="text2" w:themeShade="80"/>
        </w:rPr>
        <w:t>amawiający</w:t>
      </w:r>
      <w:r w:rsidRPr="00C85FFD">
        <w:rPr>
          <w:rFonts w:ascii="Arial" w:hAnsi="Arial" w:cs="Arial"/>
          <w:color w:val="0F243E" w:themeColor="text2" w:themeShade="80"/>
        </w:rPr>
        <w:t xml:space="preserve"> może </w:t>
      </w:r>
      <w:r w:rsidR="00547485" w:rsidRPr="00C85FFD">
        <w:rPr>
          <w:rFonts w:ascii="Arial" w:hAnsi="Arial" w:cs="Arial"/>
          <w:color w:val="0F243E" w:themeColor="text2" w:themeShade="80"/>
        </w:rPr>
        <w:t xml:space="preserve">rozwiązać </w:t>
      </w:r>
      <w:proofErr w:type="gramStart"/>
      <w:r w:rsidR="00547485" w:rsidRPr="00C85FFD">
        <w:rPr>
          <w:rFonts w:ascii="Arial" w:hAnsi="Arial" w:cs="Arial"/>
          <w:color w:val="0F243E" w:themeColor="text2" w:themeShade="80"/>
        </w:rPr>
        <w:t>umowę</w:t>
      </w:r>
      <w:r w:rsidRPr="00C85FFD">
        <w:rPr>
          <w:rFonts w:ascii="Arial" w:hAnsi="Arial" w:cs="Arial"/>
          <w:color w:val="0F243E" w:themeColor="text2" w:themeShade="80"/>
        </w:rPr>
        <w:t xml:space="preserve"> jeżeli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</w:t>
      </w:r>
      <w:r w:rsidR="0069501B" w:rsidRPr="00C85FFD">
        <w:rPr>
          <w:rFonts w:ascii="Arial" w:hAnsi="Arial" w:cs="Arial"/>
          <w:color w:val="0F243E" w:themeColor="text2" w:themeShade="80"/>
        </w:rPr>
        <w:t>Wykonawca</w:t>
      </w:r>
      <w:r w:rsidRPr="00C85FFD">
        <w:rPr>
          <w:rFonts w:ascii="Arial" w:hAnsi="Arial" w:cs="Arial"/>
          <w:color w:val="0F243E" w:themeColor="text2" w:themeShade="80"/>
        </w:rPr>
        <w:t xml:space="preserve">: </w:t>
      </w:r>
    </w:p>
    <w:p w14:paraId="7C5F4819" w14:textId="77777777" w:rsidR="004E4717" w:rsidRPr="00C85FFD" w:rsidRDefault="004E4717" w:rsidP="00E1771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nie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przystąpi do wykonania umowy lub przerwie wykonywa</w:t>
      </w:r>
      <w:r w:rsidR="00CB2740" w:rsidRPr="00C85FFD">
        <w:rPr>
          <w:rFonts w:ascii="Arial" w:hAnsi="Arial" w:cs="Arial"/>
          <w:color w:val="0F243E" w:themeColor="text2" w:themeShade="80"/>
        </w:rPr>
        <w:t>nie umowy na okres dłuższy niż 3</w:t>
      </w:r>
      <w:r w:rsidRPr="00C85FFD">
        <w:rPr>
          <w:rFonts w:ascii="Arial" w:hAnsi="Arial" w:cs="Arial"/>
          <w:color w:val="0F243E" w:themeColor="text2" w:themeShade="80"/>
        </w:rPr>
        <w:t xml:space="preserve"> dni robocze, </w:t>
      </w:r>
    </w:p>
    <w:p w14:paraId="6E5DD992" w14:textId="6D43BC2B" w:rsidR="00220CB2" w:rsidRDefault="004E4717" w:rsidP="00E1771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wykonuje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usługi wadliwie i bezskutecznie upłynie termin wyznaczony przez Z</w:t>
      </w:r>
      <w:r w:rsidR="0069501B" w:rsidRPr="00C85FFD">
        <w:rPr>
          <w:rFonts w:ascii="Arial" w:hAnsi="Arial" w:cs="Arial"/>
          <w:color w:val="0F243E" w:themeColor="text2" w:themeShade="80"/>
        </w:rPr>
        <w:t>amawiającego</w:t>
      </w:r>
      <w:r w:rsidRPr="00C85FFD">
        <w:rPr>
          <w:rFonts w:ascii="Arial" w:hAnsi="Arial" w:cs="Arial"/>
          <w:color w:val="0F243E" w:themeColor="text2" w:themeShade="80"/>
        </w:rPr>
        <w:t xml:space="preserve"> do </w:t>
      </w:r>
      <w:r w:rsidR="00DB0ED4">
        <w:rPr>
          <w:rFonts w:ascii="Arial" w:hAnsi="Arial" w:cs="Arial"/>
          <w:color w:val="0F243E" w:themeColor="text2" w:themeShade="80"/>
        </w:rPr>
        <w:t>zmiany sposobu wykonania usługi,</w:t>
      </w:r>
    </w:p>
    <w:p w14:paraId="0BE50D81" w14:textId="5A96A133" w:rsidR="00DB0ED4" w:rsidRPr="00C85FFD" w:rsidRDefault="00DB0ED4" w:rsidP="00E1771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hAnsi="Arial" w:cs="Arial"/>
          <w:color w:val="0F243E" w:themeColor="text2" w:themeShade="80"/>
        </w:rPr>
        <w:t>w</w:t>
      </w:r>
      <w:proofErr w:type="gramEnd"/>
      <w:r>
        <w:rPr>
          <w:rFonts w:ascii="Arial" w:hAnsi="Arial" w:cs="Arial"/>
          <w:color w:val="0F243E" w:themeColor="text2" w:themeShade="80"/>
        </w:rPr>
        <w:t xml:space="preserve"> sposób wiążący narusza zapisy umowy w szczególności w § 8 i § 9 umowy.</w:t>
      </w:r>
    </w:p>
    <w:p w14:paraId="2170A4DC" w14:textId="119920EC" w:rsidR="00664DA1" w:rsidRDefault="00547485" w:rsidP="00E17713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C85FFD">
        <w:rPr>
          <w:rFonts w:ascii="Arial" w:hAnsi="Arial" w:cs="Arial"/>
          <w:b/>
          <w:color w:val="0F243E" w:themeColor="text2" w:themeShade="80"/>
          <w:lang w:eastAsia="pl-PL"/>
        </w:rPr>
        <w:br/>
        <w:t>POSTANOWIENIA KOŃCOWE</w:t>
      </w:r>
    </w:p>
    <w:p w14:paraId="3A90C84A" w14:textId="5F608E74" w:rsidR="00E17713" w:rsidRDefault="00E17713" w:rsidP="00E17713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C85FFD">
        <w:rPr>
          <w:rFonts w:ascii="Arial" w:hAnsi="Arial" w:cs="Arial"/>
          <w:b/>
          <w:color w:val="0F243E" w:themeColor="text2" w:themeShade="80"/>
          <w:lang w:eastAsia="pl-PL"/>
        </w:rPr>
        <w:t>§ 13</w:t>
      </w:r>
    </w:p>
    <w:p w14:paraId="0FAE2FC1" w14:textId="77777777" w:rsidR="00FF2E41" w:rsidRPr="00C85FFD" w:rsidRDefault="00FF2E41" w:rsidP="00E17713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79715845" w14:textId="691A02E2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C85FFD">
        <w:rPr>
          <w:rFonts w:ascii="Arial" w:eastAsia="Calibri" w:hAnsi="Arial" w:cs="Arial"/>
          <w:color w:val="0F243E" w:themeColor="text2" w:themeShade="80"/>
          <w:lang w:eastAsia="ar-SA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AD6ADE" w:rsidRPr="00C85FFD">
          <w:rPr>
            <w:rFonts w:ascii="Arial" w:eastAsia="Calibri" w:hAnsi="Arial" w:cs="Arial"/>
            <w:color w:val="0F243E" w:themeColor="text2" w:themeShade="80"/>
            <w:u w:val="single"/>
          </w:rPr>
          <w:t>https://www.gov.pl/web/rdos-gdansk/system-ekozarzadzania-i-audytu-emas</w:t>
        </w:r>
      </w:hyperlink>
      <w:r w:rsidRPr="00C85FFD">
        <w:rPr>
          <w:rFonts w:ascii="Arial" w:eastAsia="Calibri" w:hAnsi="Arial" w:cs="Arial"/>
          <w:color w:val="0F243E" w:themeColor="text2" w:themeShade="80"/>
          <w:lang w:eastAsia="ar-SA"/>
        </w:rPr>
        <w:t xml:space="preserve"> i zobowiązuje się do ich przestrzegania.</w:t>
      </w:r>
    </w:p>
    <w:p w14:paraId="0C5452CB" w14:textId="77777777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Każda zmiana postanowień Umowy wymaga pisemnego aneksu pod rygorem nieważności.</w:t>
      </w:r>
    </w:p>
    <w:p w14:paraId="19F8F5D0" w14:textId="77777777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W sprawach nieuregulowanych niniejszą Umową mają zastosowanie przepisy Kodeksu Cywilnego oraz inne powszechnie obowiązujące przepisy, właściwe ze względu na przedmiot Umowy.</w:t>
      </w:r>
    </w:p>
    <w:p w14:paraId="7EFAEBA6" w14:textId="77777777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Wszelkie spory związane z niniejszą Umową, będą rozpoznawane przez sąd właściwy dla siedziby Zamawiającego.</w:t>
      </w:r>
    </w:p>
    <w:p w14:paraId="7B2F3D42" w14:textId="77777777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Umowę niniejszą sporządzono w dwóch jednobrzmiących egzemplarzach, po jednym dla każdej ze strony.</w:t>
      </w:r>
    </w:p>
    <w:p w14:paraId="5E4DF3DA" w14:textId="77777777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6F90DB2B" w14:textId="77777777" w:rsidR="00547485" w:rsidRPr="00C85FFD" w:rsidRDefault="00547485" w:rsidP="00E17713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Załącznik nr 1 – Opis Przedmiotu Zamówienia,</w:t>
      </w:r>
    </w:p>
    <w:p w14:paraId="2334ECD2" w14:textId="77777777" w:rsidR="00547485" w:rsidRPr="00C85FFD" w:rsidRDefault="00547485" w:rsidP="00E17713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Załącznik nr 2 – Oferta Wykonawcy,</w:t>
      </w:r>
    </w:p>
    <w:p w14:paraId="734A0962" w14:textId="3198EE30" w:rsidR="00D915A8" w:rsidRPr="00C85FFD" w:rsidRDefault="00547485" w:rsidP="00E17713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Załącznik nr 3 – </w:t>
      </w:r>
      <w:r w:rsidR="0004315B" w:rsidRPr="00C85FFD">
        <w:rPr>
          <w:rFonts w:ascii="Arial" w:hAnsi="Arial" w:cs="Arial"/>
          <w:color w:val="0F243E" w:themeColor="text2" w:themeShade="80"/>
          <w:lang w:eastAsia="pl-PL"/>
        </w:rPr>
        <w:t>K</w:t>
      </w: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atalog kar umownych    </w:t>
      </w:r>
    </w:p>
    <w:p w14:paraId="4D1E77D9" w14:textId="24E89FE4" w:rsidR="00196D45" w:rsidRPr="00C85FFD" w:rsidRDefault="00196D45" w:rsidP="00E17713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1489CCB" w14:textId="77777777" w:rsidR="00196D45" w:rsidRPr="00C85FFD" w:rsidRDefault="00196D45" w:rsidP="00E17713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7A56E7EA" w14:textId="77777777" w:rsidR="008E186E" w:rsidRPr="00C85FFD" w:rsidRDefault="008E186E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49DDF8AF" w14:textId="526C1044" w:rsidR="008E186E" w:rsidRPr="00C85FFD" w:rsidRDefault="00710410" w:rsidP="00E17713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proofErr w:type="gramStart"/>
      <w:r w:rsidRPr="00C85FFD">
        <w:rPr>
          <w:rFonts w:ascii="Arial" w:hAnsi="Arial" w:cs="Arial"/>
          <w:b/>
          <w:bCs/>
          <w:color w:val="0F243E" w:themeColor="text2" w:themeShade="80"/>
        </w:rPr>
        <w:t>WYKONAWCA</w:t>
      </w:r>
      <w:r w:rsidR="0069501B" w:rsidRPr="00C85FFD">
        <w:rPr>
          <w:rFonts w:ascii="Arial" w:hAnsi="Arial" w:cs="Arial"/>
          <w:b/>
          <w:bCs/>
          <w:color w:val="0F243E" w:themeColor="text2" w:themeShade="80"/>
        </w:rPr>
        <w:t xml:space="preserve">                                                  </w:t>
      </w:r>
      <w:proofErr w:type="gramEnd"/>
      <w:r w:rsidR="0069501B" w:rsidRPr="00C85FFD">
        <w:rPr>
          <w:rFonts w:ascii="Arial" w:hAnsi="Arial" w:cs="Arial"/>
          <w:b/>
          <w:bCs/>
          <w:color w:val="0F243E" w:themeColor="text2" w:themeShade="80"/>
        </w:rPr>
        <w:t xml:space="preserve">           ZAMAWIAJ</w:t>
      </w:r>
      <w:r w:rsidR="0069501B" w:rsidRPr="00C85FFD">
        <w:rPr>
          <w:rFonts w:ascii="Arial" w:eastAsia="TimesNewRoman" w:hAnsi="Arial" w:cs="Arial"/>
          <w:b/>
          <w:color w:val="0F243E" w:themeColor="text2" w:themeShade="80"/>
        </w:rPr>
        <w:t>Ą</w:t>
      </w:r>
      <w:r w:rsidR="0069501B" w:rsidRPr="00C85FFD">
        <w:rPr>
          <w:rFonts w:ascii="Arial" w:hAnsi="Arial" w:cs="Arial"/>
          <w:b/>
          <w:bCs/>
          <w:color w:val="0F243E" w:themeColor="text2" w:themeShade="80"/>
        </w:rPr>
        <w:t>CY</w:t>
      </w:r>
    </w:p>
    <w:p w14:paraId="639A409E" w14:textId="13A6BBC2" w:rsidR="00710410" w:rsidRPr="00C85FFD" w:rsidRDefault="00710410" w:rsidP="00E17713">
      <w:pPr>
        <w:spacing w:after="0"/>
        <w:jc w:val="both"/>
        <w:rPr>
          <w:rFonts w:ascii="Arial" w:hAnsi="Arial" w:cs="Arial"/>
          <w:color w:val="0F243E" w:themeColor="text2" w:themeShade="80"/>
          <w:sz w:val="18"/>
          <w:szCs w:val="18"/>
          <w:lang w:eastAsia="pl-PL"/>
        </w:rPr>
      </w:pPr>
    </w:p>
    <w:sectPr w:rsidR="00710410" w:rsidRPr="00C85FFD" w:rsidSect="00425F8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FF4A9" w14:textId="77777777" w:rsidR="00720E55" w:rsidRDefault="00720E55" w:rsidP="000F38F9">
      <w:pPr>
        <w:spacing w:after="0" w:line="240" w:lineRule="auto"/>
      </w:pPr>
      <w:r>
        <w:separator/>
      </w:r>
    </w:p>
  </w:endnote>
  <w:endnote w:type="continuationSeparator" w:id="0">
    <w:p w14:paraId="424F9C57" w14:textId="77777777" w:rsidR="00720E55" w:rsidRDefault="00720E5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48848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7E91374" w14:textId="77777777" w:rsidR="002E162F" w:rsidRDefault="002E162F">
            <w:pPr>
              <w:pStyle w:val="Stopka"/>
              <w:jc w:val="right"/>
            </w:pPr>
            <w:r w:rsidRPr="002E162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15B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E162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15B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9C13B2" w14:textId="2FCDD123" w:rsidR="001F489F" w:rsidRPr="002F21F5" w:rsidRDefault="00547485" w:rsidP="002E162F">
    <w:pPr>
      <w:pStyle w:val="Stopka"/>
      <w:rPr>
        <w:rFonts w:ascii="Times New Roman" w:hAnsi="Times New Roman"/>
        <w:color w:val="244061" w:themeColor="accent1" w:themeShade="80"/>
        <w:sz w:val="18"/>
        <w:szCs w:val="18"/>
      </w:rPr>
    </w:pPr>
    <w:r w:rsidRPr="002F21F5">
      <w:rPr>
        <w:rFonts w:ascii="Times New Roman" w:hAnsi="Times New Roman"/>
        <w:color w:val="244061" w:themeColor="accent1" w:themeShade="80"/>
        <w:sz w:val="18"/>
        <w:szCs w:val="18"/>
      </w:rPr>
      <w:t>OI.I.2.261.</w:t>
    </w:r>
    <w:r w:rsidR="002F21F5" w:rsidRPr="002F21F5">
      <w:rPr>
        <w:rFonts w:ascii="Times New Roman" w:hAnsi="Times New Roman"/>
        <w:color w:val="244061" w:themeColor="accent1" w:themeShade="80"/>
        <w:sz w:val="18"/>
        <w:szCs w:val="18"/>
      </w:rPr>
      <w:t>6</w:t>
    </w:r>
    <w:r w:rsidR="0032359E" w:rsidRPr="002F21F5">
      <w:rPr>
        <w:rFonts w:ascii="Times New Roman" w:hAnsi="Times New Roman"/>
        <w:color w:val="244061" w:themeColor="accent1" w:themeShade="80"/>
        <w:sz w:val="18"/>
        <w:szCs w:val="18"/>
      </w:rPr>
      <w:t>2</w:t>
    </w:r>
    <w:r w:rsidRPr="002F21F5">
      <w:rPr>
        <w:rFonts w:ascii="Times New Roman" w:hAnsi="Times New Roman"/>
        <w:color w:val="244061" w:themeColor="accent1" w:themeShade="80"/>
        <w:sz w:val="18"/>
        <w:szCs w:val="18"/>
      </w:rPr>
      <w:t>.202</w:t>
    </w:r>
    <w:r w:rsidR="002F21F5" w:rsidRPr="002F21F5">
      <w:rPr>
        <w:rFonts w:ascii="Times New Roman" w:hAnsi="Times New Roman"/>
        <w:color w:val="244061" w:themeColor="accent1" w:themeShade="80"/>
        <w:sz w:val="18"/>
        <w:szCs w:val="18"/>
      </w:rPr>
      <w:t>2</w:t>
    </w:r>
    <w:r w:rsidR="002E162F" w:rsidRPr="002F21F5">
      <w:rPr>
        <w:rFonts w:ascii="Times New Roman" w:hAnsi="Times New Roman"/>
        <w:color w:val="244061" w:themeColor="accent1" w:themeShade="80"/>
        <w:sz w:val="18"/>
        <w:szCs w:val="18"/>
      </w:rPr>
      <w:t>.</w:t>
    </w:r>
    <w:r w:rsidR="002F21F5" w:rsidRPr="002F21F5">
      <w:rPr>
        <w:rFonts w:ascii="Times New Roman" w:hAnsi="Times New Roman"/>
        <w:color w:val="244061" w:themeColor="accent1" w:themeShade="80"/>
        <w:sz w:val="18"/>
        <w:szCs w:val="18"/>
      </w:rPr>
      <w:t>IW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43B57" w14:textId="5998D7DD" w:rsidR="004A2F36" w:rsidRPr="00425F85" w:rsidRDefault="00E76FA1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4C2D3B2D" wp14:editId="7E440C94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162F" w:rsidRPr="00425F8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DCE95" w14:textId="77777777" w:rsidR="00720E55" w:rsidRDefault="00720E55" w:rsidP="000F38F9">
      <w:pPr>
        <w:spacing w:after="0" w:line="240" w:lineRule="auto"/>
      </w:pPr>
      <w:r>
        <w:separator/>
      </w:r>
    </w:p>
  </w:footnote>
  <w:footnote w:type="continuationSeparator" w:id="0">
    <w:p w14:paraId="1FD58E0E" w14:textId="77777777" w:rsidR="00720E55" w:rsidRDefault="00720E5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581FB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7F140" w14:textId="77777777" w:rsidR="00FF1ACA" w:rsidRDefault="00710410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2D31E93" wp14:editId="6848BDB9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75CE"/>
    <w:multiLevelType w:val="hybridMultilevel"/>
    <w:tmpl w:val="5CD0211A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5CC1430"/>
    <w:multiLevelType w:val="hybridMultilevel"/>
    <w:tmpl w:val="B93A7BEE"/>
    <w:lvl w:ilvl="0" w:tplc="46186AAE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1392A"/>
    <w:multiLevelType w:val="hybridMultilevel"/>
    <w:tmpl w:val="69A66532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">
    <w:nsid w:val="0F5B3ADD"/>
    <w:multiLevelType w:val="hybridMultilevel"/>
    <w:tmpl w:val="6B589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96B6B"/>
    <w:multiLevelType w:val="hybridMultilevel"/>
    <w:tmpl w:val="B966F76C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FA703ECC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5">
    <w:nsid w:val="14B057C3"/>
    <w:multiLevelType w:val="hybridMultilevel"/>
    <w:tmpl w:val="1F8E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65844"/>
    <w:multiLevelType w:val="hybridMultilevel"/>
    <w:tmpl w:val="2F2ACD9E"/>
    <w:lvl w:ilvl="0" w:tplc="AA7AA3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B12A2684">
      <w:start w:val="1"/>
      <w:numFmt w:val="lowerLetter"/>
      <w:lvlText w:val="%2.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3F4A66"/>
    <w:multiLevelType w:val="hybridMultilevel"/>
    <w:tmpl w:val="15084A58"/>
    <w:lvl w:ilvl="0" w:tplc="8528C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4C19F4"/>
    <w:multiLevelType w:val="hybridMultilevel"/>
    <w:tmpl w:val="CA001F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7721C"/>
    <w:multiLevelType w:val="hybridMultilevel"/>
    <w:tmpl w:val="F59893CA"/>
    <w:lvl w:ilvl="0" w:tplc="04150019">
      <w:start w:val="1"/>
      <w:numFmt w:val="lowerLetter"/>
      <w:lvlText w:val="%1."/>
      <w:lvlJc w:val="left"/>
      <w:pPr>
        <w:ind w:left="12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0">
    <w:nsid w:val="252A02C6"/>
    <w:multiLevelType w:val="hybridMultilevel"/>
    <w:tmpl w:val="132604B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D64E74"/>
    <w:multiLevelType w:val="hybridMultilevel"/>
    <w:tmpl w:val="C598ED96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2A7F0188"/>
    <w:multiLevelType w:val="hybridMultilevel"/>
    <w:tmpl w:val="7E4A6504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D3D90"/>
    <w:multiLevelType w:val="hybridMultilevel"/>
    <w:tmpl w:val="3DE84220"/>
    <w:lvl w:ilvl="0" w:tplc="0AE2C3E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F36F62"/>
    <w:multiLevelType w:val="hybridMultilevel"/>
    <w:tmpl w:val="989E8438"/>
    <w:lvl w:ilvl="0" w:tplc="44F25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E1719"/>
    <w:multiLevelType w:val="hybridMultilevel"/>
    <w:tmpl w:val="BB5414DE"/>
    <w:lvl w:ilvl="0" w:tplc="04A44826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131D21"/>
    <w:multiLevelType w:val="hybridMultilevel"/>
    <w:tmpl w:val="41025228"/>
    <w:lvl w:ilvl="0" w:tplc="5AE216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D1D97"/>
    <w:multiLevelType w:val="hybridMultilevel"/>
    <w:tmpl w:val="BE66F6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1E0651"/>
    <w:multiLevelType w:val="hybridMultilevel"/>
    <w:tmpl w:val="EF52B4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193A77"/>
    <w:multiLevelType w:val="hybridMultilevel"/>
    <w:tmpl w:val="BED692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F1E2221"/>
    <w:multiLevelType w:val="hybridMultilevel"/>
    <w:tmpl w:val="BD086C9C"/>
    <w:lvl w:ilvl="0" w:tplc="3AC0668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294E06"/>
    <w:multiLevelType w:val="hybridMultilevel"/>
    <w:tmpl w:val="E99A3EF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23D4F09"/>
    <w:multiLevelType w:val="hybridMultilevel"/>
    <w:tmpl w:val="FFE6D73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43211A6A"/>
    <w:multiLevelType w:val="hybridMultilevel"/>
    <w:tmpl w:val="21449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2C0ED2"/>
    <w:multiLevelType w:val="hybridMultilevel"/>
    <w:tmpl w:val="30884D70"/>
    <w:lvl w:ilvl="0" w:tplc="8860730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5">
    <w:nsid w:val="48646D1A"/>
    <w:multiLevelType w:val="hybridMultilevel"/>
    <w:tmpl w:val="9AC03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042F30"/>
    <w:multiLevelType w:val="hybridMultilevel"/>
    <w:tmpl w:val="130AC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AE1B10"/>
    <w:multiLevelType w:val="hybridMultilevel"/>
    <w:tmpl w:val="6D9202F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0FCFC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FBC276A"/>
    <w:multiLevelType w:val="hybridMultilevel"/>
    <w:tmpl w:val="1DB404FE"/>
    <w:lvl w:ilvl="0" w:tplc="1700B65E">
      <w:start w:val="1"/>
      <w:numFmt w:val="bullet"/>
      <w:lvlText w:val="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9">
    <w:nsid w:val="53506E90"/>
    <w:multiLevelType w:val="hybridMultilevel"/>
    <w:tmpl w:val="BD4A4DB2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C125B1"/>
    <w:multiLevelType w:val="hybridMultilevel"/>
    <w:tmpl w:val="7C5094AE"/>
    <w:lvl w:ilvl="0" w:tplc="AE50C6FE">
      <w:start w:val="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06642"/>
    <w:multiLevelType w:val="hybridMultilevel"/>
    <w:tmpl w:val="6B5C23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9491690"/>
    <w:multiLevelType w:val="hybridMultilevel"/>
    <w:tmpl w:val="72E2DA8E"/>
    <w:lvl w:ilvl="0" w:tplc="81AC3C0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B300746"/>
    <w:multiLevelType w:val="hybridMultilevel"/>
    <w:tmpl w:val="84343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E22076"/>
    <w:multiLevelType w:val="hybridMultilevel"/>
    <w:tmpl w:val="09E621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9322CC"/>
    <w:multiLevelType w:val="hybridMultilevel"/>
    <w:tmpl w:val="2B62C926"/>
    <w:lvl w:ilvl="0" w:tplc="44E809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134CBC"/>
    <w:multiLevelType w:val="hybridMultilevel"/>
    <w:tmpl w:val="5086AD12"/>
    <w:lvl w:ilvl="0" w:tplc="FE10337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 w:val="0"/>
      </w:rPr>
    </w:lvl>
    <w:lvl w:ilvl="1" w:tplc="327C3B64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7">
    <w:nsid w:val="60207783"/>
    <w:multiLevelType w:val="hybridMultilevel"/>
    <w:tmpl w:val="3A8EC1A2"/>
    <w:lvl w:ilvl="0" w:tplc="1708CD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AB1A01"/>
    <w:multiLevelType w:val="hybridMultilevel"/>
    <w:tmpl w:val="CF3832F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A446A5"/>
    <w:multiLevelType w:val="hybridMultilevel"/>
    <w:tmpl w:val="74DCB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030C12"/>
    <w:multiLevelType w:val="hybridMultilevel"/>
    <w:tmpl w:val="046A9448"/>
    <w:lvl w:ilvl="0" w:tplc="E7C409E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E461F6"/>
    <w:multiLevelType w:val="hybridMultilevel"/>
    <w:tmpl w:val="E0F252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7324F5"/>
    <w:multiLevelType w:val="hybridMultilevel"/>
    <w:tmpl w:val="E5E416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D7006E3"/>
    <w:multiLevelType w:val="hybridMultilevel"/>
    <w:tmpl w:val="EE92E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4"/>
  </w:num>
  <w:num w:numId="4">
    <w:abstractNumId w:val="29"/>
  </w:num>
  <w:num w:numId="5">
    <w:abstractNumId w:val="11"/>
  </w:num>
  <w:num w:numId="6">
    <w:abstractNumId w:val="35"/>
  </w:num>
  <w:num w:numId="7">
    <w:abstractNumId w:val="6"/>
  </w:num>
  <w:num w:numId="8">
    <w:abstractNumId w:val="42"/>
  </w:num>
  <w:num w:numId="9">
    <w:abstractNumId w:val="22"/>
  </w:num>
  <w:num w:numId="10">
    <w:abstractNumId w:val="36"/>
  </w:num>
  <w:num w:numId="11">
    <w:abstractNumId w:val="24"/>
  </w:num>
  <w:num w:numId="12">
    <w:abstractNumId w:val="28"/>
  </w:num>
  <w:num w:numId="13">
    <w:abstractNumId w:val="19"/>
  </w:num>
  <w:num w:numId="14">
    <w:abstractNumId w:val="8"/>
  </w:num>
  <w:num w:numId="15">
    <w:abstractNumId w:val="0"/>
  </w:num>
  <w:num w:numId="16">
    <w:abstractNumId w:val="41"/>
  </w:num>
  <w:num w:numId="17">
    <w:abstractNumId w:val="17"/>
  </w:num>
  <w:num w:numId="18">
    <w:abstractNumId w:val="13"/>
  </w:num>
  <w:num w:numId="19">
    <w:abstractNumId w:val="34"/>
  </w:num>
  <w:num w:numId="20">
    <w:abstractNumId w:val="40"/>
  </w:num>
  <w:num w:numId="21">
    <w:abstractNumId w:val="9"/>
  </w:num>
  <w:num w:numId="22">
    <w:abstractNumId w:val="10"/>
  </w:num>
  <w:num w:numId="23">
    <w:abstractNumId w:val="25"/>
  </w:num>
  <w:num w:numId="24">
    <w:abstractNumId w:val="23"/>
  </w:num>
  <w:num w:numId="25">
    <w:abstractNumId w:val="2"/>
  </w:num>
  <w:num w:numId="26">
    <w:abstractNumId w:val="37"/>
  </w:num>
  <w:num w:numId="27">
    <w:abstractNumId w:val="1"/>
  </w:num>
  <w:num w:numId="28">
    <w:abstractNumId w:val="18"/>
  </w:num>
  <w:num w:numId="29">
    <w:abstractNumId w:val="27"/>
  </w:num>
  <w:num w:numId="30">
    <w:abstractNumId w:val="39"/>
  </w:num>
  <w:num w:numId="31">
    <w:abstractNumId w:val="5"/>
  </w:num>
  <w:num w:numId="32">
    <w:abstractNumId w:val="12"/>
  </w:num>
  <w:num w:numId="33">
    <w:abstractNumId w:val="33"/>
  </w:num>
  <w:num w:numId="34">
    <w:abstractNumId w:val="38"/>
  </w:num>
  <w:num w:numId="35">
    <w:abstractNumId w:val="21"/>
  </w:num>
  <w:num w:numId="36">
    <w:abstractNumId w:val="26"/>
  </w:num>
  <w:num w:numId="37">
    <w:abstractNumId w:val="43"/>
  </w:num>
  <w:num w:numId="38">
    <w:abstractNumId w:val="31"/>
  </w:num>
  <w:num w:numId="39">
    <w:abstractNumId w:val="16"/>
  </w:num>
  <w:num w:numId="40">
    <w:abstractNumId w:val="14"/>
  </w:num>
  <w:num w:numId="41">
    <w:abstractNumId w:val="32"/>
  </w:num>
  <w:num w:numId="42">
    <w:abstractNumId w:val="3"/>
  </w:num>
  <w:num w:numId="43">
    <w:abstractNumId w:val="30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410"/>
    <w:rsid w:val="00003592"/>
    <w:rsid w:val="00010A42"/>
    <w:rsid w:val="00037940"/>
    <w:rsid w:val="00037C21"/>
    <w:rsid w:val="0004315B"/>
    <w:rsid w:val="000457D2"/>
    <w:rsid w:val="0005694E"/>
    <w:rsid w:val="000766F7"/>
    <w:rsid w:val="00083510"/>
    <w:rsid w:val="000C2890"/>
    <w:rsid w:val="000F3813"/>
    <w:rsid w:val="000F38F9"/>
    <w:rsid w:val="000F47A6"/>
    <w:rsid w:val="000F5DA2"/>
    <w:rsid w:val="000F6CE1"/>
    <w:rsid w:val="00107AB1"/>
    <w:rsid w:val="00112170"/>
    <w:rsid w:val="00112805"/>
    <w:rsid w:val="00116B04"/>
    <w:rsid w:val="001259DF"/>
    <w:rsid w:val="00152CA5"/>
    <w:rsid w:val="001559E0"/>
    <w:rsid w:val="00161F86"/>
    <w:rsid w:val="00166956"/>
    <w:rsid w:val="00173082"/>
    <w:rsid w:val="00175D69"/>
    <w:rsid w:val="001766D0"/>
    <w:rsid w:val="00177DAA"/>
    <w:rsid w:val="00186533"/>
    <w:rsid w:val="00196D45"/>
    <w:rsid w:val="001A12FD"/>
    <w:rsid w:val="001C2972"/>
    <w:rsid w:val="001C5025"/>
    <w:rsid w:val="001D3267"/>
    <w:rsid w:val="001D73FB"/>
    <w:rsid w:val="001E5D3D"/>
    <w:rsid w:val="001F2A50"/>
    <w:rsid w:val="001F489F"/>
    <w:rsid w:val="002078CB"/>
    <w:rsid w:val="00220CB2"/>
    <w:rsid w:val="00221F98"/>
    <w:rsid w:val="00225414"/>
    <w:rsid w:val="002270C8"/>
    <w:rsid w:val="00234041"/>
    <w:rsid w:val="00244AF0"/>
    <w:rsid w:val="0024534D"/>
    <w:rsid w:val="002706A6"/>
    <w:rsid w:val="002A2117"/>
    <w:rsid w:val="002C018D"/>
    <w:rsid w:val="002C28AF"/>
    <w:rsid w:val="002C70AF"/>
    <w:rsid w:val="002D1D87"/>
    <w:rsid w:val="002E162F"/>
    <w:rsid w:val="002E195E"/>
    <w:rsid w:val="002E2094"/>
    <w:rsid w:val="002E3FF4"/>
    <w:rsid w:val="002F21F5"/>
    <w:rsid w:val="002F3587"/>
    <w:rsid w:val="00306E79"/>
    <w:rsid w:val="0031184D"/>
    <w:rsid w:val="00311BAA"/>
    <w:rsid w:val="00312D02"/>
    <w:rsid w:val="003149CE"/>
    <w:rsid w:val="00321003"/>
    <w:rsid w:val="0032359E"/>
    <w:rsid w:val="003359BC"/>
    <w:rsid w:val="00342586"/>
    <w:rsid w:val="00350DC0"/>
    <w:rsid w:val="00351172"/>
    <w:rsid w:val="00361F2E"/>
    <w:rsid w:val="0036229F"/>
    <w:rsid w:val="003714E9"/>
    <w:rsid w:val="003741AD"/>
    <w:rsid w:val="00383FDD"/>
    <w:rsid w:val="00390E4A"/>
    <w:rsid w:val="00393829"/>
    <w:rsid w:val="003941DC"/>
    <w:rsid w:val="003B4866"/>
    <w:rsid w:val="003B52EB"/>
    <w:rsid w:val="003B53EB"/>
    <w:rsid w:val="003C1F83"/>
    <w:rsid w:val="003E7F1B"/>
    <w:rsid w:val="003F14C8"/>
    <w:rsid w:val="004200CE"/>
    <w:rsid w:val="0042419B"/>
    <w:rsid w:val="00425F85"/>
    <w:rsid w:val="00426083"/>
    <w:rsid w:val="00471609"/>
    <w:rsid w:val="00476E20"/>
    <w:rsid w:val="004959AC"/>
    <w:rsid w:val="004A2F36"/>
    <w:rsid w:val="004B4E76"/>
    <w:rsid w:val="004D0AD9"/>
    <w:rsid w:val="004E165F"/>
    <w:rsid w:val="004E2A96"/>
    <w:rsid w:val="004E4717"/>
    <w:rsid w:val="00506792"/>
    <w:rsid w:val="00522C1A"/>
    <w:rsid w:val="00547485"/>
    <w:rsid w:val="0054781B"/>
    <w:rsid w:val="00552FE1"/>
    <w:rsid w:val="00554FAA"/>
    <w:rsid w:val="00557F59"/>
    <w:rsid w:val="00557FD4"/>
    <w:rsid w:val="00570A94"/>
    <w:rsid w:val="00594CE6"/>
    <w:rsid w:val="005A5723"/>
    <w:rsid w:val="005B57BF"/>
    <w:rsid w:val="005C31D1"/>
    <w:rsid w:val="005C7609"/>
    <w:rsid w:val="005E1CC4"/>
    <w:rsid w:val="005F4F3B"/>
    <w:rsid w:val="00610AF4"/>
    <w:rsid w:val="0062060B"/>
    <w:rsid w:val="0062316B"/>
    <w:rsid w:val="00626F39"/>
    <w:rsid w:val="00632561"/>
    <w:rsid w:val="00633F2F"/>
    <w:rsid w:val="00664DA1"/>
    <w:rsid w:val="006657C0"/>
    <w:rsid w:val="00666372"/>
    <w:rsid w:val="00693A3C"/>
    <w:rsid w:val="0069501B"/>
    <w:rsid w:val="006B07FD"/>
    <w:rsid w:val="006C4700"/>
    <w:rsid w:val="006E1B53"/>
    <w:rsid w:val="006F1E4A"/>
    <w:rsid w:val="00700C6B"/>
    <w:rsid w:val="00705E77"/>
    <w:rsid w:val="00710410"/>
    <w:rsid w:val="00720E55"/>
    <w:rsid w:val="00721AE7"/>
    <w:rsid w:val="00727734"/>
    <w:rsid w:val="0075095D"/>
    <w:rsid w:val="00762D7D"/>
    <w:rsid w:val="0077607E"/>
    <w:rsid w:val="007876CB"/>
    <w:rsid w:val="007A1273"/>
    <w:rsid w:val="007A7EBB"/>
    <w:rsid w:val="007B5595"/>
    <w:rsid w:val="007B6FB1"/>
    <w:rsid w:val="007D7C22"/>
    <w:rsid w:val="007E28EB"/>
    <w:rsid w:val="007F78B3"/>
    <w:rsid w:val="008053E2"/>
    <w:rsid w:val="00812BB1"/>
    <w:rsid w:val="00812CEA"/>
    <w:rsid w:val="00815B9B"/>
    <w:rsid w:val="00846C56"/>
    <w:rsid w:val="0085274A"/>
    <w:rsid w:val="00854132"/>
    <w:rsid w:val="008774A7"/>
    <w:rsid w:val="0088234F"/>
    <w:rsid w:val="00884C32"/>
    <w:rsid w:val="00897605"/>
    <w:rsid w:val="008B6E97"/>
    <w:rsid w:val="008D116B"/>
    <w:rsid w:val="008D77DE"/>
    <w:rsid w:val="008E186E"/>
    <w:rsid w:val="009301BF"/>
    <w:rsid w:val="00935118"/>
    <w:rsid w:val="009444DA"/>
    <w:rsid w:val="00951C0C"/>
    <w:rsid w:val="00954410"/>
    <w:rsid w:val="00961420"/>
    <w:rsid w:val="0096370D"/>
    <w:rsid w:val="00982CD3"/>
    <w:rsid w:val="00987599"/>
    <w:rsid w:val="009949ED"/>
    <w:rsid w:val="009E5CA9"/>
    <w:rsid w:val="009F5975"/>
    <w:rsid w:val="009F7301"/>
    <w:rsid w:val="00A12A0E"/>
    <w:rsid w:val="00A20FE6"/>
    <w:rsid w:val="00A31B45"/>
    <w:rsid w:val="00A61476"/>
    <w:rsid w:val="00A66F4C"/>
    <w:rsid w:val="00A9313E"/>
    <w:rsid w:val="00A96866"/>
    <w:rsid w:val="00AB051C"/>
    <w:rsid w:val="00AD6ADE"/>
    <w:rsid w:val="00AD6EF3"/>
    <w:rsid w:val="00AE1E84"/>
    <w:rsid w:val="00AF0B90"/>
    <w:rsid w:val="00B32EA6"/>
    <w:rsid w:val="00B502B2"/>
    <w:rsid w:val="00B67664"/>
    <w:rsid w:val="00B71211"/>
    <w:rsid w:val="00B86EF5"/>
    <w:rsid w:val="00B977DC"/>
    <w:rsid w:val="00BA07B7"/>
    <w:rsid w:val="00BA4873"/>
    <w:rsid w:val="00BC407A"/>
    <w:rsid w:val="00BD4FA3"/>
    <w:rsid w:val="00C106CC"/>
    <w:rsid w:val="00C15C8B"/>
    <w:rsid w:val="00C306BF"/>
    <w:rsid w:val="00C74074"/>
    <w:rsid w:val="00C85FFD"/>
    <w:rsid w:val="00CB2740"/>
    <w:rsid w:val="00CC3F14"/>
    <w:rsid w:val="00CE4B5A"/>
    <w:rsid w:val="00CF136F"/>
    <w:rsid w:val="00CF17C4"/>
    <w:rsid w:val="00CF2713"/>
    <w:rsid w:val="00D06763"/>
    <w:rsid w:val="00D16970"/>
    <w:rsid w:val="00D173B8"/>
    <w:rsid w:val="00D26CC4"/>
    <w:rsid w:val="00D321A5"/>
    <w:rsid w:val="00D32B28"/>
    <w:rsid w:val="00D3437A"/>
    <w:rsid w:val="00D401B3"/>
    <w:rsid w:val="00D47B4A"/>
    <w:rsid w:val="00D53C98"/>
    <w:rsid w:val="00D556EF"/>
    <w:rsid w:val="00D915A8"/>
    <w:rsid w:val="00D971E8"/>
    <w:rsid w:val="00DA2872"/>
    <w:rsid w:val="00DB0ED4"/>
    <w:rsid w:val="00DC3F79"/>
    <w:rsid w:val="00DE3A1E"/>
    <w:rsid w:val="00E0333E"/>
    <w:rsid w:val="00E12D0F"/>
    <w:rsid w:val="00E1523D"/>
    <w:rsid w:val="00E1684D"/>
    <w:rsid w:val="00E17247"/>
    <w:rsid w:val="00E17713"/>
    <w:rsid w:val="00E25B63"/>
    <w:rsid w:val="00E37929"/>
    <w:rsid w:val="00E40E5E"/>
    <w:rsid w:val="00E4790A"/>
    <w:rsid w:val="00E5354F"/>
    <w:rsid w:val="00E63B2F"/>
    <w:rsid w:val="00E701AA"/>
    <w:rsid w:val="00E732DF"/>
    <w:rsid w:val="00E736AA"/>
    <w:rsid w:val="00E76FA1"/>
    <w:rsid w:val="00EA7362"/>
    <w:rsid w:val="00EB38F2"/>
    <w:rsid w:val="00EE7BA2"/>
    <w:rsid w:val="00EF488F"/>
    <w:rsid w:val="00EF79C7"/>
    <w:rsid w:val="00F137D9"/>
    <w:rsid w:val="00F16526"/>
    <w:rsid w:val="00F27D06"/>
    <w:rsid w:val="00F318C7"/>
    <w:rsid w:val="00F31C60"/>
    <w:rsid w:val="00F37252"/>
    <w:rsid w:val="00F37C68"/>
    <w:rsid w:val="00F63190"/>
    <w:rsid w:val="00F74B34"/>
    <w:rsid w:val="00FA1CFA"/>
    <w:rsid w:val="00FA3D91"/>
    <w:rsid w:val="00FB13DA"/>
    <w:rsid w:val="00FB4F7A"/>
    <w:rsid w:val="00FC53C9"/>
    <w:rsid w:val="00FD3883"/>
    <w:rsid w:val="00FF1ACA"/>
    <w:rsid w:val="00FF2E41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8DE12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710410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B0ED4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710410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B0ED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zakrzewska\Desktop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5C40B-04E8-46E9-BD37-4A95C94E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2410</TotalTime>
  <Pages>6</Pages>
  <Words>2227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66</cp:revision>
  <cp:lastPrinted>2022-11-25T09:06:00Z</cp:lastPrinted>
  <dcterms:created xsi:type="dcterms:W3CDTF">2017-12-20T08:15:00Z</dcterms:created>
  <dcterms:modified xsi:type="dcterms:W3CDTF">2022-11-25T09:06:00Z</dcterms:modified>
</cp:coreProperties>
</file>